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87356" w14:textId="07205187" w:rsidR="00210064" w:rsidRPr="00210064" w:rsidRDefault="00997F14" w:rsidP="00210064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1489E" w:rsidRPr="00B169DF">
        <w:rPr>
          <w:rFonts w:ascii="Corbel" w:hAnsi="Corbel"/>
          <w:bCs/>
          <w:i/>
        </w:rPr>
        <w:t xml:space="preserve">Załącznik nr 1.5 do Zarządzenia Rektora UR  nr </w:t>
      </w:r>
      <w:r w:rsidR="00B1489E">
        <w:rPr>
          <w:rFonts w:ascii="Corbel" w:hAnsi="Corbel"/>
          <w:bCs/>
          <w:i/>
        </w:rPr>
        <w:t>61/2025</w:t>
      </w:r>
    </w:p>
    <w:p w14:paraId="4DBD6E94" w14:textId="77777777" w:rsidR="00210064" w:rsidRPr="00210064" w:rsidRDefault="00210064" w:rsidP="00210064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10064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061B73D3" w14:textId="500FE610" w:rsidR="00B1489E" w:rsidRPr="00B169DF" w:rsidRDefault="00B1489E" w:rsidP="00B1489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F67ED">
        <w:rPr>
          <w:rFonts w:ascii="Corbel" w:hAnsi="Corbel"/>
          <w:b/>
          <w:smallCaps/>
          <w:sz w:val="24"/>
          <w:szCs w:val="24"/>
        </w:rPr>
        <w:t>2025/2026-202</w:t>
      </w:r>
      <w:r w:rsidR="00C50A74">
        <w:rPr>
          <w:rFonts w:ascii="Corbel" w:hAnsi="Corbel"/>
          <w:b/>
          <w:smallCaps/>
          <w:sz w:val="24"/>
          <w:szCs w:val="24"/>
        </w:rPr>
        <w:t>7</w:t>
      </w:r>
      <w:r w:rsidRPr="009F67ED">
        <w:rPr>
          <w:rFonts w:ascii="Corbel" w:hAnsi="Corbel"/>
          <w:b/>
          <w:smallCaps/>
          <w:sz w:val="24"/>
          <w:szCs w:val="24"/>
        </w:rPr>
        <w:t>/20</w:t>
      </w:r>
      <w:r w:rsidR="00C50A74">
        <w:rPr>
          <w:rFonts w:ascii="Corbel" w:hAnsi="Corbel"/>
          <w:b/>
          <w:smallCaps/>
          <w:sz w:val="24"/>
          <w:szCs w:val="24"/>
        </w:rPr>
        <w:t>28</w:t>
      </w:r>
    </w:p>
    <w:p w14:paraId="66370EA3" w14:textId="77777777" w:rsidR="00B1489E" w:rsidRPr="00B169DF" w:rsidRDefault="00B1489E" w:rsidP="00C50A7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6606D01" w14:textId="3ED276B1" w:rsidR="00393D84" w:rsidRDefault="00B1489E" w:rsidP="00C50A74">
      <w:pPr>
        <w:spacing w:after="0" w:line="240" w:lineRule="auto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C50A74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 xml:space="preserve">Rok </w:t>
      </w:r>
      <w:r w:rsidRPr="009F67ED">
        <w:rPr>
          <w:rFonts w:ascii="Corbel" w:hAnsi="Corbel"/>
          <w:sz w:val="20"/>
          <w:szCs w:val="20"/>
        </w:rPr>
        <w:t>akademicki   202</w:t>
      </w:r>
      <w:r w:rsidR="00C50A74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C50A74">
        <w:rPr>
          <w:rFonts w:ascii="Corbel" w:hAnsi="Corbel"/>
          <w:sz w:val="20"/>
          <w:szCs w:val="20"/>
        </w:rPr>
        <w:t>8</w:t>
      </w:r>
    </w:p>
    <w:p w14:paraId="3B38BBA7" w14:textId="77777777" w:rsidR="00C50A74" w:rsidRDefault="00C50A74" w:rsidP="00C50A74">
      <w:pPr>
        <w:spacing w:after="0" w:line="240" w:lineRule="auto"/>
        <w:rPr>
          <w:rFonts w:ascii="Corbel" w:hAnsi="Corbel"/>
          <w:szCs w:val="24"/>
        </w:rPr>
      </w:pPr>
    </w:p>
    <w:p w14:paraId="41EBAB56" w14:textId="77E990AE" w:rsidR="0085747A" w:rsidRPr="00C50A74" w:rsidRDefault="0071620A" w:rsidP="00C50A74">
      <w:pPr>
        <w:spacing w:after="0" w:line="240" w:lineRule="auto"/>
        <w:rPr>
          <w:rFonts w:ascii="Corbel" w:hAnsi="Corbel"/>
          <w:b/>
          <w:bCs/>
          <w:color w:val="0070C0"/>
          <w:szCs w:val="24"/>
        </w:rPr>
      </w:pPr>
      <w:r w:rsidRPr="00C50A74">
        <w:rPr>
          <w:rFonts w:ascii="Corbel" w:hAnsi="Corbel"/>
          <w:b/>
          <w:bCs/>
          <w:szCs w:val="24"/>
        </w:rPr>
        <w:t xml:space="preserve">1. </w:t>
      </w:r>
      <w:r w:rsidR="0085747A" w:rsidRPr="00C50A74">
        <w:rPr>
          <w:rFonts w:ascii="Corbel" w:hAnsi="Corbel"/>
          <w:b/>
          <w:bCs/>
          <w:szCs w:val="24"/>
        </w:rPr>
        <w:t xml:space="preserve">Podstawowe </w:t>
      </w:r>
      <w:r w:rsidR="00445970" w:rsidRPr="00C50A74">
        <w:rPr>
          <w:rFonts w:ascii="Corbel" w:hAnsi="Corbel"/>
          <w:b/>
          <w:bCs/>
          <w:szCs w:val="24"/>
        </w:rPr>
        <w:t>informacje o przedmiocie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232"/>
      </w:tblGrid>
      <w:tr w:rsidR="0085747A" w:rsidRPr="009C54AE" w14:paraId="6DB2123B" w14:textId="77777777" w:rsidTr="00473FBB">
        <w:tc>
          <w:tcPr>
            <w:tcW w:w="2694" w:type="dxa"/>
            <w:vAlign w:val="center"/>
          </w:tcPr>
          <w:p w14:paraId="0918D6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232" w:type="dxa"/>
            <w:vAlign w:val="center"/>
          </w:tcPr>
          <w:p w14:paraId="18F0EC9D" w14:textId="747F4445" w:rsidR="0085747A" w:rsidRPr="009C54AE" w:rsidRDefault="00AE5C9D" w:rsidP="526F7A64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526F7A64">
              <w:rPr>
                <w:rFonts w:ascii="Corbel" w:hAnsi="Corbel"/>
                <w:bCs/>
                <w:sz w:val="24"/>
                <w:szCs w:val="24"/>
              </w:rPr>
              <w:t xml:space="preserve">Podstawy </w:t>
            </w:r>
            <w:r w:rsidR="0037042C">
              <w:rPr>
                <w:rFonts w:ascii="Corbel" w:hAnsi="Corbel"/>
                <w:bCs/>
                <w:sz w:val="24"/>
                <w:szCs w:val="24"/>
              </w:rPr>
              <w:t>p</w:t>
            </w:r>
            <w:r w:rsidRPr="526F7A64">
              <w:rPr>
                <w:rFonts w:ascii="Corbel" w:hAnsi="Corbel"/>
                <w:bCs/>
                <w:sz w:val="24"/>
                <w:szCs w:val="24"/>
              </w:rPr>
              <w:t>ostępowania cywilnego</w:t>
            </w:r>
          </w:p>
        </w:tc>
      </w:tr>
      <w:tr w:rsidR="0085747A" w:rsidRPr="009C54AE" w14:paraId="19824F2F" w14:textId="77777777" w:rsidTr="00473FBB">
        <w:tc>
          <w:tcPr>
            <w:tcW w:w="2694" w:type="dxa"/>
            <w:vAlign w:val="center"/>
          </w:tcPr>
          <w:p w14:paraId="6372616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232" w:type="dxa"/>
            <w:vAlign w:val="center"/>
          </w:tcPr>
          <w:p w14:paraId="360FDC47" w14:textId="77777777" w:rsidR="0085747A" w:rsidRPr="009C54AE" w:rsidRDefault="00AE5C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ASO42</w:t>
            </w:r>
          </w:p>
        </w:tc>
      </w:tr>
      <w:tr w:rsidR="00AE5C9D" w:rsidRPr="009C54AE" w14:paraId="548B4430" w14:textId="77777777" w:rsidTr="00473FBB">
        <w:tc>
          <w:tcPr>
            <w:tcW w:w="2694" w:type="dxa"/>
            <w:vAlign w:val="center"/>
          </w:tcPr>
          <w:p w14:paraId="37248B2D" w14:textId="77777777" w:rsidR="00AE5C9D" w:rsidRPr="009C54AE" w:rsidRDefault="00AE5C9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232" w:type="dxa"/>
            <w:vAlign w:val="center"/>
          </w:tcPr>
          <w:p w14:paraId="0FFC13AB" w14:textId="096A2380" w:rsidR="00AE5C9D" w:rsidRPr="000074D5" w:rsidRDefault="00B1489E" w:rsidP="006F78E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67ED"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9F67ED">
              <w:rPr>
                <w:rFonts w:ascii="Corbel" w:hAnsi="Corbel"/>
                <w:b w:val="0"/>
                <w:sz w:val="24"/>
                <w:szCs w:val="24"/>
              </w:rPr>
              <w:t>rawa i Administracji</w:t>
            </w:r>
          </w:p>
        </w:tc>
      </w:tr>
      <w:tr w:rsidR="00AE5C9D" w:rsidRPr="009C54AE" w14:paraId="60F0029E" w14:textId="77777777" w:rsidTr="00473FBB">
        <w:tc>
          <w:tcPr>
            <w:tcW w:w="2694" w:type="dxa"/>
            <w:vAlign w:val="center"/>
          </w:tcPr>
          <w:p w14:paraId="7DC3C0B2" w14:textId="77777777" w:rsidR="00AE5C9D" w:rsidRPr="009C54AE" w:rsidRDefault="00AE5C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232" w:type="dxa"/>
            <w:vAlign w:val="center"/>
          </w:tcPr>
          <w:p w14:paraId="59C47602" w14:textId="2013A7E3" w:rsidR="00AE5C9D" w:rsidRPr="000074D5" w:rsidRDefault="00AE5C9D" w:rsidP="006F78E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526F7A6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Postępowania Cywilnego </w:t>
            </w:r>
          </w:p>
        </w:tc>
      </w:tr>
      <w:tr w:rsidR="0085747A" w:rsidRPr="009C54AE" w14:paraId="7831753B" w14:textId="77777777" w:rsidTr="00473FBB">
        <w:tc>
          <w:tcPr>
            <w:tcW w:w="2694" w:type="dxa"/>
            <w:vAlign w:val="center"/>
          </w:tcPr>
          <w:p w14:paraId="72A143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232" w:type="dxa"/>
            <w:vAlign w:val="center"/>
          </w:tcPr>
          <w:p w14:paraId="2FAF6E91" w14:textId="77777777" w:rsidR="0085747A" w:rsidRPr="009C54AE" w:rsidRDefault="00AE5C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1584D656" w14:textId="77777777" w:rsidTr="00473FBB">
        <w:tc>
          <w:tcPr>
            <w:tcW w:w="2694" w:type="dxa"/>
            <w:vAlign w:val="center"/>
          </w:tcPr>
          <w:p w14:paraId="1C6B60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232" w:type="dxa"/>
            <w:vAlign w:val="center"/>
          </w:tcPr>
          <w:p w14:paraId="5E5C49B7" w14:textId="77777777" w:rsidR="0085747A" w:rsidRPr="009C54AE" w:rsidRDefault="00AE5C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52055202" w14:textId="77777777" w:rsidTr="00473FBB">
        <w:tc>
          <w:tcPr>
            <w:tcW w:w="2694" w:type="dxa"/>
            <w:vAlign w:val="center"/>
          </w:tcPr>
          <w:p w14:paraId="241F67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232" w:type="dxa"/>
            <w:vAlign w:val="center"/>
          </w:tcPr>
          <w:p w14:paraId="63D0882F" w14:textId="77777777" w:rsidR="0085747A" w:rsidRPr="009C54AE" w:rsidRDefault="00AE5C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181D9F5" w14:textId="77777777" w:rsidTr="00473FBB">
        <w:tc>
          <w:tcPr>
            <w:tcW w:w="2694" w:type="dxa"/>
            <w:vAlign w:val="center"/>
          </w:tcPr>
          <w:p w14:paraId="3127F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232" w:type="dxa"/>
            <w:vAlign w:val="center"/>
          </w:tcPr>
          <w:p w14:paraId="6510D32A" w14:textId="77777777" w:rsidR="0085747A" w:rsidRPr="009C54AE" w:rsidRDefault="005E75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E5C9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BEAB5C1" w14:textId="77777777" w:rsidTr="00473FBB">
        <w:tc>
          <w:tcPr>
            <w:tcW w:w="2694" w:type="dxa"/>
            <w:vAlign w:val="center"/>
          </w:tcPr>
          <w:p w14:paraId="7D9374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232" w:type="dxa"/>
            <w:vAlign w:val="center"/>
          </w:tcPr>
          <w:p w14:paraId="1CF5C747" w14:textId="74DEFD51" w:rsidR="0085747A" w:rsidRPr="009C54AE" w:rsidRDefault="00AE5C9D" w:rsidP="526F7A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26F7A64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37462888" w:rsidRPr="526F7A6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526F7A64">
              <w:rPr>
                <w:rFonts w:ascii="Corbel" w:hAnsi="Corbel"/>
                <w:b w:val="0"/>
                <w:sz w:val="24"/>
                <w:szCs w:val="24"/>
              </w:rPr>
              <w:t xml:space="preserve"> V </w:t>
            </w:r>
          </w:p>
        </w:tc>
      </w:tr>
      <w:tr w:rsidR="0085747A" w:rsidRPr="009C54AE" w14:paraId="04E8C3AC" w14:textId="77777777" w:rsidTr="00473FBB">
        <w:tc>
          <w:tcPr>
            <w:tcW w:w="2694" w:type="dxa"/>
            <w:vAlign w:val="center"/>
          </w:tcPr>
          <w:p w14:paraId="164B61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232" w:type="dxa"/>
            <w:vAlign w:val="center"/>
          </w:tcPr>
          <w:p w14:paraId="64D9719F" w14:textId="7D720965" w:rsidR="0085747A" w:rsidRPr="009C54AE" w:rsidRDefault="00AE5C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481194B" w14:textId="77777777" w:rsidTr="00473FBB">
        <w:tc>
          <w:tcPr>
            <w:tcW w:w="2694" w:type="dxa"/>
            <w:vAlign w:val="center"/>
          </w:tcPr>
          <w:p w14:paraId="70A747F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232" w:type="dxa"/>
            <w:vAlign w:val="center"/>
          </w:tcPr>
          <w:p w14:paraId="5C80CE8F" w14:textId="77777777" w:rsidR="00923D7D" w:rsidRPr="009C54AE" w:rsidRDefault="00F37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B93D475" w14:textId="77777777" w:rsidTr="00473FBB">
        <w:tc>
          <w:tcPr>
            <w:tcW w:w="2694" w:type="dxa"/>
            <w:vAlign w:val="center"/>
          </w:tcPr>
          <w:p w14:paraId="77B427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232" w:type="dxa"/>
            <w:vAlign w:val="center"/>
          </w:tcPr>
          <w:p w14:paraId="55684109" w14:textId="22BEB0CA" w:rsidR="0085747A" w:rsidRPr="009C54AE" w:rsidRDefault="00E30E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Kościółek, prof. UR</w:t>
            </w:r>
          </w:p>
        </w:tc>
      </w:tr>
      <w:tr w:rsidR="006A2F60" w:rsidRPr="009C54AE" w14:paraId="710457E8" w14:textId="77777777" w:rsidTr="00473FBB">
        <w:tc>
          <w:tcPr>
            <w:tcW w:w="2694" w:type="dxa"/>
            <w:vAlign w:val="center"/>
          </w:tcPr>
          <w:p w14:paraId="114A4C59" w14:textId="77777777" w:rsidR="006A2F60" w:rsidRPr="009C54AE" w:rsidRDefault="006A2F60" w:rsidP="006A2F6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232" w:type="dxa"/>
            <w:vAlign w:val="center"/>
          </w:tcPr>
          <w:p w14:paraId="6A5F9C84" w14:textId="29BAB2B0" w:rsidR="006A2F60" w:rsidRPr="009C54AE" w:rsidRDefault="006A2F60" w:rsidP="006A2F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Arkuszewska, prof. UR</w:t>
            </w:r>
            <w:r w:rsidR="00B1489E">
              <w:rPr>
                <w:rFonts w:ascii="Corbel" w:hAnsi="Corbel"/>
                <w:b w:val="0"/>
                <w:sz w:val="24"/>
                <w:szCs w:val="24"/>
              </w:rPr>
              <w:t xml:space="preserve">, dr hab. Anna Kościółek, </w:t>
            </w:r>
            <w:r w:rsidR="00C50A74">
              <w:rPr>
                <w:rFonts w:ascii="Corbel" w:hAnsi="Corbel"/>
                <w:b w:val="0"/>
                <w:sz w:val="24"/>
                <w:szCs w:val="24"/>
              </w:rPr>
              <w:t xml:space="preserve">prof. UR, </w:t>
            </w:r>
            <w:r w:rsidR="00B1489E">
              <w:rPr>
                <w:rFonts w:ascii="Corbel" w:hAnsi="Corbel"/>
                <w:b w:val="0"/>
                <w:sz w:val="24"/>
                <w:szCs w:val="24"/>
              </w:rPr>
              <w:t xml:space="preserve">dr Paweł Janda, mgr Katarzyna </w:t>
            </w:r>
            <w:proofErr w:type="spellStart"/>
            <w:r w:rsidR="00B1489E">
              <w:rPr>
                <w:rFonts w:ascii="Corbel" w:hAnsi="Corbel"/>
                <w:b w:val="0"/>
                <w:sz w:val="24"/>
                <w:szCs w:val="24"/>
              </w:rPr>
              <w:t>Kajmowicz</w:t>
            </w:r>
            <w:proofErr w:type="spellEnd"/>
            <w:r w:rsidR="00B1489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EAD44F5" w14:textId="77777777" w:rsidR="0085747A" w:rsidRDefault="0085747A" w:rsidP="00C50A7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879B234" w14:textId="77777777" w:rsidR="00C50A74" w:rsidRPr="009C54AE" w:rsidRDefault="00C50A74" w:rsidP="00C50A7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9B83CF" w14:textId="3FB619FB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C50A7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41C7B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9"/>
        <w:gridCol w:w="801"/>
        <w:gridCol w:w="915"/>
        <w:gridCol w:w="747"/>
        <w:gridCol w:w="827"/>
        <w:gridCol w:w="780"/>
        <w:gridCol w:w="957"/>
        <w:gridCol w:w="1206"/>
        <w:gridCol w:w="1545"/>
      </w:tblGrid>
      <w:tr w:rsidR="00015B8F" w:rsidRPr="009C54AE" w14:paraId="1098508A" w14:textId="77777777" w:rsidTr="00C50A74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A683" w14:textId="77777777" w:rsidR="00015B8F" w:rsidRDefault="00015B8F" w:rsidP="00C50A7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7CBD4A" w14:textId="77777777" w:rsidR="00015B8F" w:rsidRPr="009C54AE" w:rsidRDefault="002B5EA0" w:rsidP="00C50A7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6A796" w14:textId="77777777" w:rsidR="00015B8F" w:rsidRPr="009C54AE" w:rsidRDefault="00015B8F" w:rsidP="00C50A7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E7F5" w14:textId="77777777" w:rsidR="00015B8F" w:rsidRPr="009C54AE" w:rsidRDefault="00015B8F" w:rsidP="00C50A7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A59E8" w14:textId="77777777" w:rsidR="00015B8F" w:rsidRPr="009C54AE" w:rsidRDefault="00015B8F" w:rsidP="00C50A7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7B9B9" w14:textId="77777777" w:rsidR="00015B8F" w:rsidRPr="009C54AE" w:rsidRDefault="00015B8F" w:rsidP="00C50A7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CE0FF" w14:textId="77777777" w:rsidR="00015B8F" w:rsidRPr="009C54AE" w:rsidRDefault="00015B8F" w:rsidP="00C50A7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091F7" w14:textId="77777777" w:rsidR="00015B8F" w:rsidRPr="009C54AE" w:rsidRDefault="00015B8F" w:rsidP="00C50A7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CB055" w14:textId="77777777" w:rsidR="00015B8F" w:rsidRPr="009C54AE" w:rsidRDefault="00015B8F" w:rsidP="00C50A7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5939C" w14:textId="77777777" w:rsidR="00015B8F" w:rsidRPr="009C54AE" w:rsidRDefault="00015B8F" w:rsidP="00C50A7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C45" w14:textId="77777777" w:rsidR="00015B8F" w:rsidRPr="009C54AE" w:rsidRDefault="00015B8F" w:rsidP="00C50A7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323995" w14:textId="77777777" w:rsidTr="00C50A74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8012" w14:textId="77777777" w:rsidR="00015B8F" w:rsidRPr="009C54AE" w:rsidRDefault="00F37046" w:rsidP="00C50A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0663" w14:textId="77777777" w:rsidR="00015B8F" w:rsidRPr="009C54AE" w:rsidRDefault="005E75E7" w:rsidP="00C50A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C142" w14:textId="77777777" w:rsidR="00015B8F" w:rsidRPr="009C54AE" w:rsidRDefault="00015B8F" w:rsidP="00C50A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CAC9" w14:textId="77777777" w:rsidR="00015B8F" w:rsidRPr="009C54AE" w:rsidRDefault="00015B8F" w:rsidP="00C50A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3145" w14:textId="77777777" w:rsidR="00015B8F" w:rsidRPr="009C54AE" w:rsidRDefault="00015B8F" w:rsidP="00C50A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235E" w14:textId="77777777" w:rsidR="00015B8F" w:rsidRPr="009C54AE" w:rsidRDefault="00015B8F" w:rsidP="00C50A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BE5E" w14:textId="77777777" w:rsidR="00015B8F" w:rsidRPr="009C54AE" w:rsidRDefault="00015B8F" w:rsidP="00C50A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E150" w14:textId="77777777" w:rsidR="00015B8F" w:rsidRPr="009C54AE" w:rsidRDefault="00015B8F" w:rsidP="00C50A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6047" w14:textId="77777777" w:rsidR="00015B8F" w:rsidRPr="009C54AE" w:rsidRDefault="00015B8F" w:rsidP="00C50A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44FB2" w14:textId="3FE0FF93" w:rsidR="00015B8F" w:rsidRPr="009C54AE" w:rsidRDefault="6238F71A" w:rsidP="00C50A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1C2409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83D5A0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B47379" w14:textId="6E22344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5EA68147" w14:textId="77777777" w:rsidR="00C50A74" w:rsidRPr="009C54AE" w:rsidRDefault="00C50A7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BEBF20" w14:textId="091F8656" w:rsidR="0085747A" w:rsidRPr="009C54AE" w:rsidRDefault="00C50A7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5B7041F" w14:textId="77777777" w:rsidR="0085747A" w:rsidRPr="009C54AE" w:rsidRDefault="00F3704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Wingdings" w:eastAsia="Wingdings" w:hAnsi="Wingdings" w:cs="Wingdings"/>
          <w:b w:val="0"/>
          <w:szCs w:val="24"/>
        </w:rPr>
        <w:t>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25D6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9F0FA7" w14:textId="277A8EA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C50A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28322A" w14:textId="77777777" w:rsidR="00F37046" w:rsidRPr="009C54AE" w:rsidRDefault="00F3704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1194D72" w14:textId="77777777" w:rsidR="00F37046" w:rsidRDefault="00F37046" w:rsidP="00C50A74">
      <w:pPr>
        <w:shd w:val="clear" w:color="auto" w:fill="FFFFFF"/>
        <w:spacing w:after="0" w:line="240" w:lineRule="auto"/>
        <w:ind w:left="709"/>
        <w:jc w:val="both"/>
        <w:rPr>
          <w:rFonts w:ascii="Corbel" w:eastAsia="Cambria" w:hAnsi="Corbel"/>
          <w:sz w:val="24"/>
          <w:szCs w:val="24"/>
        </w:rPr>
      </w:pPr>
      <w:r w:rsidRPr="007D31D3">
        <w:rPr>
          <w:rFonts w:ascii="Corbel" w:eastAsia="Cambria" w:hAnsi="Corbel"/>
          <w:b/>
          <w:sz w:val="24"/>
          <w:szCs w:val="24"/>
        </w:rPr>
        <w:t xml:space="preserve">Wykład </w:t>
      </w:r>
      <w:r w:rsidRPr="004D662A">
        <w:rPr>
          <w:rFonts w:ascii="Corbel" w:eastAsia="Cambria" w:hAnsi="Corbel"/>
          <w:sz w:val="24"/>
          <w:szCs w:val="24"/>
        </w:rPr>
        <w:t xml:space="preserve">– </w:t>
      </w:r>
      <w:r>
        <w:rPr>
          <w:rFonts w:ascii="Corbel" w:eastAsia="Cambria" w:hAnsi="Corbel"/>
          <w:sz w:val="24"/>
          <w:szCs w:val="24"/>
        </w:rPr>
        <w:t>egzamin</w:t>
      </w:r>
    </w:p>
    <w:p w14:paraId="22BD069A" w14:textId="77777777" w:rsidR="00F37046" w:rsidRPr="004D662A" w:rsidRDefault="00F37046" w:rsidP="00F37046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16836AA1" w14:textId="3C2CCAFD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526F7A64">
        <w:rPr>
          <w:rFonts w:ascii="Corbel" w:hAnsi="Corbel"/>
        </w:rPr>
        <w:t>2.</w:t>
      </w:r>
      <w:r w:rsidR="00C50A74">
        <w:rPr>
          <w:rFonts w:ascii="Corbel" w:hAnsi="Corbel"/>
        </w:rPr>
        <w:t xml:space="preserve"> </w:t>
      </w:r>
      <w:r w:rsidRPr="526F7A64">
        <w:rPr>
          <w:rFonts w:ascii="Corbel" w:hAnsi="Corbel"/>
        </w:rPr>
        <w:t xml:space="preserve">Wymagania wstępne </w:t>
      </w:r>
    </w:p>
    <w:p w14:paraId="368216CC" w14:textId="171176E4" w:rsidR="526F7A64" w:rsidRDefault="526F7A64" w:rsidP="526F7A64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3B14CB35" w14:textId="77777777" w:rsidTr="00C83D85">
        <w:tc>
          <w:tcPr>
            <w:tcW w:w="9349" w:type="dxa"/>
          </w:tcPr>
          <w:p w14:paraId="4A9E6EFD" w14:textId="1830E02E" w:rsidR="0085747A" w:rsidRPr="005E75E7" w:rsidRDefault="00C83D85" w:rsidP="00C83D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F37046">
              <w:rPr>
                <w:rFonts w:ascii="Corbel" w:hAnsi="Corbel"/>
                <w:b w:val="0"/>
                <w:smallCaps w:val="0"/>
                <w:szCs w:val="24"/>
              </w:rPr>
              <w:t>odstawowa wiedza</w:t>
            </w:r>
            <w:r w:rsidR="00F37046"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F37046">
              <w:rPr>
                <w:rFonts w:ascii="Corbel" w:hAnsi="Corbel"/>
                <w:b w:val="0"/>
                <w:smallCaps w:val="0"/>
                <w:szCs w:val="24"/>
              </w:rPr>
              <w:t xml:space="preserve">zakresu </w:t>
            </w:r>
            <w:r w:rsidR="00F37046" w:rsidRPr="000074D5">
              <w:rPr>
                <w:rFonts w:ascii="Corbel" w:hAnsi="Corbel"/>
                <w:b w:val="0"/>
                <w:smallCaps w:val="0"/>
                <w:szCs w:val="24"/>
              </w:rPr>
              <w:t>prawa cywilnego – części ogólnej, prawa rzeczoweg</w:t>
            </w:r>
            <w:r w:rsidR="00F37046">
              <w:rPr>
                <w:rFonts w:ascii="Corbel" w:hAnsi="Corbel"/>
                <w:b w:val="0"/>
                <w:smallCaps w:val="0"/>
                <w:szCs w:val="24"/>
              </w:rPr>
              <w:t>o, zobowiązań, prawa spadkowego oraz</w:t>
            </w:r>
            <w:r w:rsidR="00F37046"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 prawa rodzinnego </w:t>
            </w:r>
          </w:p>
        </w:tc>
      </w:tr>
    </w:tbl>
    <w:p w14:paraId="27C48E4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938526" w14:textId="3B55FF5C" w:rsidR="0085747A" w:rsidRPr="00C05F44" w:rsidRDefault="0021006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867DB9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60396C" w14:textId="2B202A6F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C50A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D87D0F5" w14:textId="77777777" w:rsidR="00F83B28" w:rsidRPr="00C50A74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FC7891" w:rsidRPr="000074D5" w14:paraId="40AA6480" w14:textId="77777777" w:rsidTr="001023FD">
        <w:tc>
          <w:tcPr>
            <w:tcW w:w="675" w:type="dxa"/>
            <w:vAlign w:val="center"/>
          </w:tcPr>
          <w:p w14:paraId="1A0BC072" w14:textId="468B21E5" w:rsidR="00FC7891" w:rsidRPr="000074D5" w:rsidRDefault="00FC7891" w:rsidP="00C50A7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14:paraId="4FE288E4" w14:textId="77777777" w:rsidR="00FC7891" w:rsidRPr="00C50A74" w:rsidRDefault="00FC7891" w:rsidP="00C50A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C50A74">
              <w:rPr>
                <w:rFonts w:ascii="Corbel" w:hAnsi="Corbel"/>
                <w:b w:val="0"/>
                <w:iCs/>
                <w:sz w:val="24"/>
                <w:szCs w:val="24"/>
              </w:rPr>
              <w:t>Zapoznanie studentów z czynnościami procesowymi stron, sądu i innych uczestników procesu cywilnego</w:t>
            </w:r>
          </w:p>
        </w:tc>
      </w:tr>
      <w:tr w:rsidR="00FC7891" w:rsidRPr="000074D5" w14:paraId="6BD9CCD6" w14:textId="77777777" w:rsidTr="001023FD">
        <w:tc>
          <w:tcPr>
            <w:tcW w:w="675" w:type="dxa"/>
            <w:vAlign w:val="center"/>
          </w:tcPr>
          <w:p w14:paraId="63DE5BE3" w14:textId="77777777" w:rsidR="00FC7891" w:rsidRPr="000074D5" w:rsidRDefault="00FC7891" w:rsidP="00C50A7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478080D" w14:textId="77777777" w:rsidR="00FC7891" w:rsidRPr="00C50A74" w:rsidRDefault="00FC7891" w:rsidP="00C50A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C50A74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Zapoznanie studentów  z przedmiotem i przebiegiem postępowania sądowego cywilnego </w:t>
            </w:r>
          </w:p>
        </w:tc>
      </w:tr>
      <w:tr w:rsidR="00FC7891" w:rsidRPr="000074D5" w14:paraId="45C983DA" w14:textId="77777777" w:rsidTr="001023FD">
        <w:tc>
          <w:tcPr>
            <w:tcW w:w="675" w:type="dxa"/>
            <w:vAlign w:val="center"/>
          </w:tcPr>
          <w:p w14:paraId="1D942016" w14:textId="77777777" w:rsidR="00FC7891" w:rsidRPr="000074D5" w:rsidRDefault="00FC7891" w:rsidP="00C50A7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569FA6A9" w14:textId="77777777" w:rsidR="00FC7891" w:rsidRPr="00C50A74" w:rsidRDefault="00FC7891" w:rsidP="00C50A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C50A74">
              <w:rPr>
                <w:rFonts w:ascii="Corbel" w:hAnsi="Corbel"/>
                <w:b w:val="0"/>
                <w:iCs/>
                <w:sz w:val="24"/>
                <w:szCs w:val="24"/>
              </w:rPr>
              <w:t>Przedstawienie studentom systemu dowodów występujących w postępowaniu cywilnym</w:t>
            </w:r>
          </w:p>
        </w:tc>
      </w:tr>
      <w:tr w:rsidR="00FC7891" w:rsidRPr="000074D5" w14:paraId="791F8B16" w14:textId="77777777" w:rsidTr="001023FD">
        <w:tc>
          <w:tcPr>
            <w:tcW w:w="675" w:type="dxa"/>
            <w:vAlign w:val="center"/>
          </w:tcPr>
          <w:p w14:paraId="5ED40F98" w14:textId="77777777" w:rsidR="00FC7891" w:rsidRPr="000074D5" w:rsidRDefault="00FC7891" w:rsidP="00C50A74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08672C6A" w14:textId="77777777" w:rsidR="00FC7891" w:rsidRPr="00C50A74" w:rsidRDefault="00FC7891" w:rsidP="00C50A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C50A74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Zaprezentowanie studentom zasad i środków zaskarżania orzeczeń oraz udzielania ochrony prawnej w postępowaniu nieprocesowym – drugim obok procesu trybie postępowania rozpoznawczego </w:t>
            </w:r>
          </w:p>
        </w:tc>
      </w:tr>
      <w:tr w:rsidR="00FC7891" w:rsidRPr="000074D5" w14:paraId="5124E29C" w14:textId="77777777" w:rsidTr="001023FD">
        <w:tc>
          <w:tcPr>
            <w:tcW w:w="675" w:type="dxa"/>
            <w:vAlign w:val="center"/>
          </w:tcPr>
          <w:p w14:paraId="4A27CE1E" w14:textId="77777777" w:rsidR="00FC7891" w:rsidRPr="000074D5" w:rsidRDefault="00FC7891" w:rsidP="00C50A7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741B29F0" w14:textId="77777777" w:rsidR="00FC7891" w:rsidRPr="00C50A74" w:rsidRDefault="00FC7891" w:rsidP="00C50A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C50A74">
              <w:rPr>
                <w:rFonts w:ascii="Corbel" w:hAnsi="Corbel"/>
                <w:b w:val="0"/>
                <w:iCs/>
                <w:sz w:val="24"/>
                <w:szCs w:val="24"/>
              </w:rPr>
              <w:t>Ukształtowanie u studentów umiejętności sporządzania pism procesowych (pozwów, wniosków, orzeczeń, środków zaskarżenia)</w:t>
            </w:r>
          </w:p>
        </w:tc>
      </w:tr>
    </w:tbl>
    <w:p w14:paraId="04E701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2BD69A" w14:textId="0C08BEC4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C50A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5D4A3E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1BA170C" w14:textId="77777777" w:rsidTr="00C50A74">
        <w:tc>
          <w:tcPr>
            <w:tcW w:w="1679" w:type="dxa"/>
            <w:vAlign w:val="center"/>
          </w:tcPr>
          <w:p w14:paraId="49A13D4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49B8642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1E7B93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1253" w:rsidRPr="009C54AE" w14:paraId="09C98EF5" w14:textId="77777777" w:rsidTr="00C50A74">
        <w:trPr>
          <w:trHeight w:val="423"/>
        </w:trPr>
        <w:tc>
          <w:tcPr>
            <w:tcW w:w="1679" w:type="dxa"/>
          </w:tcPr>
          <w:p w14:paraId="0B1328EA" w14:textId="0C3AE5E6" w:rsidR="00D51253" w:rsidRPr="009C54AE" w:rsidRDefault="00D51253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79154EBA" w14:textId="3C003EB8" w:rsidR="00D51253" w:rsidRDefault="00FC7891" w:rsidP="00C50A74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861055">
              <w:rPr>
                <w:rFonts w:ascii="Corbel" w:hAnsi="Corbel"/>
                <w:sz w:val="24"/>
                <w:szCs w:val="24"/>
              </w:rPr>
              <w:t>a podstawową wiedzę o charakterze nauk prawnych, w tym prawno-</w:t>
            </w:r>
            <w:r>
              <w:rPr>
                <w:rFonts w:ascii="Corbel" w:hAnsi="Corbel"/>
                <w:sz w:val="24"/>
                <w:szCs w:val="24"/>
              </w:rPr>
              <w:t xml:space="preserve">cywilnych. Definiuje </w:t>
            </w:r>
            <w:r w:rsidRPr="006D498A">
              <w:rPr>
                <w:rFonts w:ascii="Corbel" w:hAnsi="Corbel"/>
                <w:sz w:val="24"/>
                <w:szCs w:val="24"/>
              </w:rPr>
              <w:t xml:space="preserve">pojęcie postępowania cywilnego i prawa procesowego cywilnego, </w:t>
            </w:r>
            <w:r>
              <w:rPr>
                <w:rFonts w:ascii="Corbel" w:hAnsi="Corbel"/>
                <w:sz w:val="24"/>
                <w:szCs w:val="24"/>
              </w:rPr>
              <w:t xml:space="preserve">oraz umie oddzielić </w:t>
            </w:r>
            <w:r w:rsidRPr="006D498A">
              <w:rPr>
                <w:rFonts w:ascii="Corbel" w:hAnsi="Corbel"/>
                <w:sz w:val="24"/>
                <w:szCs w:val="24"/>
              </w:rPr>
              <w:t xml:space="preserve">prawo procesowe cywilne </w:t>
            </w:r>
            <w:r>
              <w:rPr>
                <w:rFonts w:ascii="Corbel" w:hAnsi="Corbel"/>
                <w:sz w:val="24"/>
                <w:szCs w:val="24"/>
              </w:rPr>
              <w:t>od</w:t>
            </w:r>
            <w:r w:rsidRPr="006D498A">
              <w:rPr>
                <w:rFonts w:ascii="Corbel" w:hAnsi="Corbel"/>
                <w:sz w:val="24"/>
                <w:szCs w:val="24"/>
              </w:rPr>
              <w:t xml:space="preserve"> praw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D498A">
              <w:rPr>
                <w:rFonts w:ascii="Corbel" w:hAnsi="Corbel"/>
                <w:sz w:val="24"/>
                <w:szCs w:val="24"/>
              </w:rPr>
              <w:t xml:space="preserve"> cywilne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6D498A">
              <w:rPr>
                <w:rFonts w:ascii="Corbel" w:hAnsi="Corbel"/>
                <w:sz w:val="24"/>
                <w:szCs w:val="24"/>
              </w:rPr>
              <w:t xml:space="preserve"> (materialne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6D498A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1865" w:type="dxa"/>
          </w:tcPr>
          <w:p w14:paraId="417A3ED7" w14:textId="77777777" w:rsidR="00D51253" w:rsidRPr="009C54AE" w:rsidRDefault="00D51253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229F">
              <w:rPr>
                <w:rFonts w:ascii="Corbel" w:hAnsi="Corbel"/>
                <w:b w:val="0"/>
                <w:smallCaps w:val="0"/>
                <w:sz w:val="23"/>
                <w:szCs w:val="23"/>
              </w:rPr>
              <w:t>K_W01</w:t>
            </w:r>
          </w:p>
        </w:tc>
      </w:tr>
      <w:tr w:rsidR="00D51253" w:rsidRPr="009C54AE" w14:paraId="45E6C4FD" w14:textId="77777777" w:rsidTr="00C50A74">
        <w:tc>
          <w:tcPr>
            <w:tcW w:w="1679" w:type="dxa"/>
          </w:tcPr>
          <w:p w14:paraId="147E001C" w14:textId="77777777" w:rsidR="00D51253" w:rsidRPr="009C54AE" w:rsidRDefault="00D51253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0D6E101" w14:textId="7140049D" w:rsidR="00D51253" w:rsidRDefault="00FC7891" w:rsidP="00C50A74">
            <w:pPr>
              <w:spacing w:after="0" w:line="240" w:lineRule="auto"/>
            </w:pPr>
            <w:r w:rsidRPr="00544460">
              <w:rPr>
                <w:rFonts w:ascii="Corbel" w:hAnsi="Corbel"/>
                <w:sz w:val="24"/>
                <w:szCs w:val="24"/>
              </w:rPr>
              <w:t xml:space="preserve">Zna pojęcie podmiotów postępowania cywilnego i umie ich identyfikować. </w:t>
            </w:r>
            <w:r>
              <w:rPr>
                <w:rFonts w:ascii="Corbel" w:hAnsi="Corbel"/>
                <w:sz w:val="24"/>
                <w:szCs w:val="24"/>
              </w:rPr>
              <w:t>Umie wymienić i zaprezentować organy sądowe oraz zakres stron postępowania, a także wskazać inne podmioty występujące w postępowaniu cywilnym.</w:t>
            </w:r>
          </w:p>
        </w:tc>
        <w:tc>
          <w:tcPr>
            <w:tcW w:w="1865" w:type="dxa"/>
          </w:tcPr>
          <w:p w14:paraId="0E82AB00" w14:textId="77777777" w:rsidR="00D51253" w:rsidRPr="009C54AE" w:rsidRDefault="00D51253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K_W03</w:t>
            </w:r>
          </w:p>
        </w:tc>
      </w:tr>
      <w:tr w:rsidR="00D51253" w:rsidRPr="009C54AE" w14:paraId="639DCBE1" w14:textId="77777777" w:rsidTr="00C50A74">
        <w:tc>
          <w:tcPr>
            <w:tcW w:w="1679" w:type="dxa"/>
          </w:tcPr>
          <w:p w14:paraId="411FFB45" w14:textId="77777777" w:rsidR="00D51253" w:rsidRPr="009C54AE" w:rsidRDefault="00D51253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02F76C59" w14:textId="54A4FFA3" w:rsidR="00D51253" w:rsidRDefault="00FC7891" w:rsidP="00C50A74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492B7A">
              <w:rPr>
                <w:rFonts w:ascii="Corbel" w:hAnsi="Corbel"/>
                <w:sz w:val="24"/>
                <w:szCs w:val="24"/>
              </w:rPr>
              <w:t>osiada wiedzę o źródłach prawa, o  normach i regułach (prawnych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92B7A">
              <w:rPr>
                <w:rFonts w:ascii="Corbel" w:hAnsi="Corbel"/>
                <w:sz w:val="24"/>
                <w:szCs w:val="24"/>
              </w:rPr>
              <w:t xml:space="preserve">i organizacyjnych) wykorzystywanych </w:t>
            </w:r>
            <w:r>
              <w:rPr>
                <w:rFonts w:ascii="Corbel" w:hAnsi="Corbel"/>
                <w:sz w:val="24"/>
                <w:szCs w:val="24"/>
              </w:rPr>
              <w:t>postępowaniu cywilnym</w:t>
            </w:r>
          </w:p>
        </w:tc>
        <w:tc>
          <w:tcPr>
            <w:tcW w:w="1865" w:type="dxa"/>
          </w:tcPr>
          <w:p w14:paraId="6904437C" w14:textId="77777777" w:rsidR="00D51253" w:rsidRPr="009C54AE" w:rsidRDefault="00D51253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K_W05</w:t>
            </w:r>
          </w:p>
        </w:tc>
      </w:tr>
      <w:tr w:rsidR="00D51253" w:rsidRPr="009C54AE" w14:paraId="6B68ADCA" w14:textId="77777777" w:rsidTr="00C50A74">
        <w:tc>
          <w:tcPr>
            <w:tcW w:w="1679" w:type="dxa"/>
          </w:tcPr>
          <w:p w14:paraId="37A373CB" w14:textId="77777777" w:rsidR="00D51253" w:rsidRPr="009C54AE" w:rsidRDefault="00D51253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6" w:type="dxa"/>
          </w:tcPr>
          <w:p w14:paraId="149E12A8" w14:textId="05CF1CCE" w:rsidR="00D51253" w:rsidRDefault="00FC7891" w:rsidP="00C50A74">
            <w:pPr>
              <w:spacing w:after="0" w:line="240" w:lineRule="auto"/>
            </w:pPr>
            <w:r w:rsidRPr="00402296">
              <w:rPr>
                <w:rFonts w:ascii="Corbel" w:hAnsi="Corbel"/>
                <w:sz w:val="24"/>
                <w:szCs w:val="24"/>
              </w:rPr>
              <w:t xml:space="preserve">Zna, rozumie i potrafi przedstawić przedmiot postępowania cywilnego, </w:t>
            </w:r>
            <w:r>
              <w:rPr>
                <w:rFonts w:ascii="Corbel" w:hAnsi="Corbel"/>
                <w:sz w:val="24"/>
                <w:szCs w:val="24"/>
              </w:rPr>
              <w:t xml:space="preserve">strukturę oraz dynamikę procesu cywilnego. </w:t>
            </w:r>
          </w:p>
        </w:tc>
        <w:tc>
          <w:tcPr>
            <w:tcW w:w="1865" w:type="dxa"/>
          </w:tcPr>
          <w:p w14:paraId="0F3E7DB1" w14:textId="77777777" w:rsidR="00D51253" w:rsidRPr="009C54AE" w:rsidRDefault="00D51253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K_W07</w:t>
            </w:r>
          </w:p>
        </w:tc>
      </w:tr>
      <w:tr w:rsidR="00D51253" w:rsidRPr="009C54AE" w14:paraId="0B41594D" w14:textId="77777777" w:rsidTr="00C50A74">
        <w:tc>
          <w:tcPr>
            <w:tcW w:w="1679" w:type="dxa"/>
          </w:tcPr>
          <w:p w14:paraId="29E00AF5" w14:textId="77777777" w:rsidR="00D51253" w:rsidRPr="009C54AE" w:rsidRDefault="00D51253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13111420" w14:textId="0B1084EC" w:rsidR="00D51253" w:rsidRDefault="00FC7891" w:rsidP="00C50A74">
            <w:pPr>
              <w:spacing w:after="0" w:line="240" w:lineRule="auto"/>
            </w:pPr>
            <w:r w:rsidRPr="00402296">
              <w:rPr>
                <w:rFonts w:ascii="Corbel" w:hAnsi="Corbel"/>
                <w:sz w:val="24"/>
                <w:szCs w:val="24"/>
              </w:rPr>
              <w:t>Potrafi rozwijać swoje umiejętności profesjonalne korzystając z nowoczesnych technologii.</w:t>
            </w:r>
          </w:p>
        </w:tc>
        <w:tc>
          <w:tcPr>
            <w:tcW w:w="1865" w:type="dxa"/>
          </w:tcPr>
          <w:p w14:paraId="113DCF2B" w14:textId="77777777" w:rsidR="00D51253" w:rsidRPr="009C54AE" w:rsidRDefault="00D51253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K_W08</w:t>
            </w:r>
          </w:p>
        </w:tc>
      </w:tr>
      <w:tr w:rsidR="00D51253" w:rsidRPr="009C54AE" w14:paraId="6CCCC002" w14:textId="77777777" w:rsidTr="00C50A74">
        <w:tc>
          <w:tcPr>
            <w:tcW w:w="1679" w:type="dxa"/>
          </w:tcPr>
          <w:p w14:paraId="650B86AF" w14:textId="77777777" w:rsidR="00D51253" w:rsidRPr="009C54AE" w:rsidRDefault="00D51253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14:paraId="063ACBC2" w14:textId="3A68A5BC" w:rsidR="00D51253" w:rsidRDefault="00FC7891" w:rsidP="00C50A74">
            <w:pPr>
              <w:spacing w:after="0" w:line="240" w:lineRule="auto"/>
            </w:pPr>
            <w:r w:rsidRPr="00402296">
              <w:rPr>
                <w:rFonts w:ascii="Corbel" w:hAnsi="Corbel"/>
                <w:sz w:val="24"/>
                <w:szCs w:val="24"/>
              </w:rPr>
              <w:t xml:space="preserve">Potrafi wykorzystywać praktycznie zdobytą wiedzę w konkretnych sprawach posiadając umiejętność konstruowania odpowiednich pism procesowych. Umie </w:t>
            </w:r>
            <w:r>
              <w:rPr>
                <w:rFonts w:ascii="Corbel" w:hAnsi="Corbel"/>
                <w:sz w:val="24"/>
                <w:szCs w:val="24"/>
              </w:rPr>
              <w:t xml:space="preserve">przewidzieć </w:t>
            </w:r>
            <w:r w:rsidRPr="00402296">
              <w:rPr>
                <w:rFonts w:ascii="Corbel" w:hAnsi="Corbel"/>
                <w:sz w:val="24"/>
                <w:szCs w:val="24"/>
              </w:rPr>
              <w:t>wystąpienie konsekwencji prawnych</w:t>
            </w:r>
          </w:p>
        </w:tc>
        <w:tc>
          <w:tcPr>
            <w:tcW w:w="1865" w:type="dxa"/>
          </w:tcPr>
          <w:p w14:paraId="18A77F56" w14:textId="77777777" w:rsidR="00D51253" w:rsidRPr="009C54AE" w:rsidRDefault="00D51253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K_U</w:t>
            </w:r>
            <w:r w:rsidRPr="0072229F">
              <w:rPr>
                <w:rFonts w:ascii="Corbel" w:hAnsi="Corbel"/>
                <w:b w:val="0"/>
                <w:smallCaps w:val="0"/>
                <w:sz w:val="23"/>
                <w:szCs w:val="23"/>
              </w:rPr>
              <w:t>01</w:t>
            </w:r>
          </w:p>
        </w:tc>
      </w:tr>
    </w:tbl>
    <w:p w14:paraId="4540CC10" w14:textId="77777777" w:rsidR="00C50A74" w:rsidRDefault="00C50A74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C21D4A" w:rsidRPr="009C54AE" w14:paraId="2E8474B2" w14:textId="77777777" w:rsidTr="00C50A74">
        <w:tc>
          <w:tcPr>
            <w:tcW w:w="1679" w:type="dxa"/>
          </w:tcPr>
          <w:p w14:paraId="05EF0EA8" w14:textId="5FB531B5" w:rsidR="00C21D4A" w:rsidRPr="009C54AE" w:rsidRDefault="00C21D4A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6" w:type="dxa"/>
          </w:tcPr>
          <w:p w14:paraId="3F11F54F" w14:textId="7E166035" w:rsidR="00C21D4A" w:rsidRDefault="00C21D4A" w:rsidP="00C50A74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C765C4">
              <w:rPr>
                <w:rFonts w:ascii="Corbel" w:hAnsi="Corbel"/>
                <w:sz w:val="24"/>
                <w:szCs w:val="24"/>
              </w:rPr>
              <w:t xml:space="preserve">otrafi analizować i interpretować teksty prawne </w:t>
            </w:r>
            <w:r w:rsidRPr="00C765C4">
              <w:t>i naukowe</w:t>
            </w:r>
            <w:r w:rsidRPr="00C765C4">
              <w:rPr>
                <w:rFonts w:ascii="Corbel" w:hAnsi="Corbel"/>
                <w:sz w:val="24"/>
                <w:szCs w:val="24"/>
              </w:rPr>
              <w:t xml:space="preserve"> oraz wykorzystywać orzecznictwo </w:t>
            </w:r>
            <w:r w:rsidR="00FC7891">
              <w:rPr>
                <w:rFonts w:ascii="Corbel" w:hAnsi="Corbel"/>
                <w:sz w:val="24"/>
                <w:szCs w:val="24"/>
              </w:rPr>
              <w:t>sądów powsz</w:t>
            </w:r>
            <w:r w:rsidR="00CD2D80">
              <w:rPr>
                <w:rFonts w:ascii="Corbel" w:hAnsi="Corbel"/>
                <w:sz w:val="24"/>
                <w:szCs w:val="24"/>
              </w:rPr>
              <w:t>e</w:t>
            </w:r>
            <w:r w:rsidR="00FC7891">
              <w:rPr>
                <w:rFonts w:ascii="Corbel" w:hAnsi="Corbel"/>
                <w:sz w:val="24"/>
                <w:szCs w:val="24"/>
              </w:rPr>
              <w:t xml:space="preserve">chnych </w:t>
            </w:r>
            <w:r w:rsidRPr="00C765C4">
              <w:rPr>
                <w:rFonts w:ascii="Corbel" w:hAnsi="Corbel"/>
                <w:sz w:val="24"/>
                <w:szCs w:val="24"/>
              </w:rPr>
              <w:t>w celu rozwiązywania podstawowych problem</w:t>
            </w:r>
            <w:r>
              <w:rPr>
                <w:rFonts w:ascii="Corbel" w:hAnsi="Corbel"/>
                <w:sz w:val="24"/>
                <w:szCs w:val="24"/>
              </w:rPr>
              <w:t>ów będących przedmiotem analizy</w:t>
            </w:r>
          </w:p>
        </w:tc>
        <w:tc>
          <w:tcPr>
            <w:tcW w:w="1865" w:type="dxa"/>
          </w:tcPr>
          <w:p w14:paraId="2EFCACF8" w14:textId="77777777" w:rsidR="00C21D4A" w:rsidRPr="009C54AE" w:rsidRDefault="00C21D4A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K_U04</w:t>
            </w:r>
          </w:p>
        </w:tc>
      </w:tr>
      <w:tr w:rsidR="00C21D4A" w:rsidRPr="009C54AE" w14:paraId="651BB878" w14:textId="77777777" w:rsidTr="00C50A74">
        <w:tc>
          <w:tcPr>
            <w:tcW w:w="1679" w:type="dxa"/>
          </w:tcPr>
          <w:p w14:paraId="2A7D98E6" w14:textId="77777777" w:rsidR="00C21D4A" w:rsidRPr="009C54AE" w:rsidRDefault="00C21D4A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2F5F66EE" w14:textId="4593DF23" w:rsidR="00C21D4A" w:rsidRDefault="00CD2D80" w:rsidP="00C50A74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25570">
              <w:rPr>
                <w:rFonts w:ascii="Corbel" w:hAnsi="Corbel"/>
                <w:sz w:val="24"/>
                <w:szCs w:val="24"/>
              </w:rPr>
              <w:t xml:space="preserve">osiada umiejętność prowadzenia debaty, potrafi samodzielnie przygotować prace pisemne oraz wystąpienia ustne i prezentacje multimedialne, poświęcone konkretnemu zagadnieniu z zakresu </w:t>
            </w:r>
            <w:r>
              <w:rPr>
                <w:rFonts w:ascii="Corbel" w:hAnsi="Corbel"/>
                <w:sz w:val="24"/>
                <w:szCs w:val="24"/>
              </w:rPr>
              <w:t>postępowania cywilnego.</w:t>
            </w:r>
          </w:p>
        </w:tc>
        <w:tc>
          <w:tcPr>
            <w:tcW w:w="1865" w:type="dxa"/>
          </w:tcPr>
          <w:p w14:paraId="79FC74DA" w14:textId="77777777" w:rsidR="00C21D4A" w:rsidRPr="009C54AE" w:rsidRDefault="00C21D4A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K_U07</w:t>
            </w:r>
          </w:p>
        </w:tc>
      </w:tr>
      <w:tr w:rsidR="00C21D4A" w:rsidRPr="009C54AE" w14:paraId="23458C43" w14:textId="77777777" w:rsidTr="00C50A74">
        <w:tc>
          <w:tcPr>
            <w:tcW w:w="1679" w:type="dxa"/>
          </w:tcPr>
          <w:p w14:paraId="7380B55F" w14:textId="77777777" w:rsidR="00C21D4A" w:rsidRPr="009C54AE" w:rsidRDefault="00C21D4A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976" w:type="dxa"/>
          </w:tcPr>
          <w:p w14:paraId="2BBAFF4A" w14:textId="77777777" w:rsidR="00C21D4A" w:rsidRDefault="00C21D4A" w:rsidP="00C50A74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429FB">
              <w:rPr>
                <w:rFonts w:ascii="Corbel" w:hAnsi="Corbel"/>
                <w:sz w:val="24"/>
                <w:szCs w:val="24"/>
              </w:rPr>
              <w:t>otrafi planować i organizować pracę indywidualną i zespołową oraz aktywnie współdziałać w grupie, przyjmując w niej określone role</w:t>
            </w:r>
          </w:p>
        </w:tc>
        <w:tc>
          <w:tcPr>
            <w:tcW w:w="1865" w:type="dxa"/>
          </w:tcPr>
          <w:p w14:paraId="3FE08470" w14:textId="77777777" w:rsidR="00C21D4A" w:rsidRPr="009C54AE" w:rsidRDefault="00C21D4A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K_U08</w:t>
            </w:r>
          </w:p>
        </w:tc>
      </w:tr>
      <w:tr w:rsidR="00C21D4A" w:rsidRPr="009C54AE" w14:paraId="1C01425D" w14:textId="77777777" w:rsidTr="00C50A74">
        <w:tc>
          <w:tcPr>
            <w:tcW w:w="1679" w:type="dxa"/>
          </w:tcPr>
          <w:p w14:paraId="3E22BC6F" w14:textId="77777777" w:rsidR="00C21D4A" w:rsidRPr="009C54AE" w:rsidRDefault="00C21D4A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6" w:type="dxa"/>
          </w:tcPr>
          <w:p w14:paraId="55A3BCD9" w14:textId="77777777" w:rsidR="00C21D4A" w:rsidRPr="00C21D4A" w:rsidRDefault="00C21D4A" w:rsidP="00C50A74">
            <w:pPr>
              <w:spacing w:after="0" w:line="240" w:lineRule="auto"/>
            </w:pPr>
            <w:r w:rsidRPr="00C21D4A">
              <w:rPr>
                <w:rFonts w:ascii="Corbel" w:hAnsi="Corbel"/>
                <w:sz w:val="24"/>
                <w:szCs w:val="24"/>
              </w:rPr>
              <w:t>Absolwent jest gotów do inicjowania działania i współdziałania na rzecz interesu społecznego z uwzględnieniem wymogów prawnych, administracyjnych i ekonomicznych</w:t>
            </w:r>
          </w:p>
        </w:tc>
        <w:tc>
          <w:tcPr>
            <w:tcW w:w="1865" w:type="dxa"/>
          </w:tcPr>
          <w:p w14:paraId="0590B876" w14:textId="77777777" w:rsidR="00C21D4A" w:rsidRDefault="00C21D4A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K_K04</w:t>
            </w:r>
          </w:p>
        </w:tc>
      </w:tr>
      <w:tr w:rsidR="00C21D4A" w:rsidRPr="009C54AE" w14:paraId="78085D05" w14:textId="77777777" w:rsidTr="00C50A74">
        <w:tc>
          <w:tcPr>
            <w:tcW w:w="1679" w:type="dxa"/>
          </w:tcPr>
          <w:p w14:paraId="775BA5CD" w14:textId="77777777" w:rsidR="00C21D4A" w:rsidRPr="009C54AE" w:rsidRDefault="00C21D4A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6" w:type="dxa"/>
          </w:tcPr>
          <w:p w14:paraId="11F49646" w14:textId="77777777" w:rsidR="00C21D4A" w:rsidRPr="00C21D4A" w:rsidRDefault="00C21D4A" w:rsidP="00C50A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D4A">
              <w:rPr>
                <w:rFonts w:ascii="Corbel" w:hAnsi="Corbel"/>
                <w:sz w:val="24"/>
                <w:szCs w:val="24"/>
              </w:rPr>
              <w:t>Absolwent jest gotów do odpowiedzialnego pełnienia różnych ról zawodowych w organach administracji z dochowaniem wszelkich standardów i zasad etyki zawodowej oraz dbałości o nie</w:t>
            </w:r>
          </w:p>
        </w:tc>
        <w:tc>
          <w:tcPr>
            <w:tcW w:w="1865" w:type="dxa"/>
          </w:tcPr>
          <w:p w14:paraId="6F35A503" w14:textId="77777777" w:rsidR="00C21D4A" w:rsidRDefault="00C21D4A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>
              <w:rPr>
                <w:rFonts w:ascii="Corbel" w:hAnsi="Corbel"/>
                <w:b w:val="0"/>
                <w:smallCaps w:val="0"/>
                <w:sz w:val="23"/>
                <w:szCs w:val="23"/>
              </w:rPr>
              <w:t>K_K06</w:t>
            </w:r>
          </w:p>
        </w:tc>
      </w:tr>
    </w:tbl>
    <w:p w14:paraId="73E58F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C34B2F" w14:textId="13CF51A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FC67F7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0EECE476" w14:textId="77777777" w:rsidR="00C50A74" w:rsidRPr="009C54AE" w:rsidRDefault="00C50A7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728192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58AC4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21D4A" w:rsidRPr="009C54AE" w14:paraId="0CF5A1FA" w14:textId="77777777" w:rsidTr="00B1489E">
        <w:tc>
          <w:tcPr>
            <w:tcW w:w="9520" w:type="dxa"/>
          </w:tcPr>
          <w:p w14:paraId="6CD6F158" w14:textId="77777777" w:rsidR="00C21D4A" w:rsidRPr="00996BB4" w:rsidRDefault="00C21D4A" w:rsidP="006F78E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996BB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C21D4A" w:rsidRPr="009C54AE" w14:paraId="116B6A1D" w14:textId="77777777" w:rsidTr="00B1489E">
        <w:tc>
          <w:tcPr>
            <w:tcW w:w="9520" w:type="dxa"/>
          </w:tcPr>
          <w:p w14:paraId="4653A19A" w14:textId="12A021D0" w:rsidR="00C21D4A" w:rsidRPr="00AC6B73" w:rsidRDefault="00C21D4A" w:rsidP="00C50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Pojęcia ogólne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</w:t>
            </w:r>
            <w:r w:rsidR="00C50A74">
              <w:rPr>
                <w:rFonts w:ascii="Corbel" w:hAnsi="Corbel"/>
                <w:sz w:val="24"/>
                <w:szCs w:val="24"/>
              </w:rPr>
              <w:t>P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ojęcie postępowania cywilnego i prawa procesowego cywilnego, prawo procesowe cywilne a prawo cywilne (materialne). </w:t>
            </w:r>
            <w:r w:rsidR="00326FE7">
              <w:rPr>
                <w:rFonts w:ascii="Corbel" w:hAnsi="Corbel"/>
                <w:sz w:val="24"/>
                <w:szCs w:val="24"/>
              </w:rPr>
              <w:t>Rodzaje postępowania cywilnego. P</w:t>
            </w:r>
            <w:r w:rsidRPr="000074D5">
              <w:rPr>
                <w:rFonts w:ascii="Corbel" w:hAnsi="Corbel"/>
                <w:sz w:val="24"/>
                <w:szCs w:val="24"/>
              </w:rPr>
              <w:t>ojęcie sprawy cywilnej</w:t>
            </w:r>
            <w:r w:rsidR="00326F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326FE7" w:rsidRPr="000074D5">
              <w:rPr>
                <w:rFonts w:ascii="Corbel" w:hAnsi="Corbel"/>
                <w:sz w:val="24"/>
                <w:szCs w:val="24"/>
              </w:rPr>
              <w:t xml:space="preserve">droga sądowa w sprawach cywilnych, </w:t>
            </w:r>
            <w:r w:rsidR="00326FE7">
              <w:rPr>
                <w:rFonts w:ascii="Corbel" w:hAnsi="Corbel"/>
                <w:sz w:val="24"/>
                <w:szCs w:val="24"/>
              </w:rPr>
              <w:t>niedopuszczalność drogi sądowej.</w:t>
            </w:r>
          </w:p>
        </w:tc>
      </w:tr>
      <w:tr w:rsidR="00C21D4A" w:rsidRPr="009C54AE" w14:paraId="097F10AE" w14:textId="77777777" w:rsidTr="00B1489E">
        <w:tc>
          <w:tcPr>
            <w:tcW w:w="9520" w:type="dxa"/>
          </w:tcPr>
          <w:p w14:paraId="60D293DB" w14:textId="77777777" w:rsidR="00C21D4A" w:rsidRPr="009C54AE" w:rsidRDefault="00C21D4A" w:rsidP="00C50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50A74">
              <w:rPr>
                <w:rFonts w:ascii="Corbel" w:hAnsi="Corbel"/>
                <w:sz w:val="24"/>
                <w:szCs w:val="24"/>
              </w:rPr>
              <w:t>Sąd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 xml:space="preserve"> </w:t>
            </w:r>
            <w:r w:rsidRPr="000074D5">
              <w:rPr>
                <w:rFonts w:ascii="Corbel" w:hAnsi="Corbel"/>
                <w:sz w:val="24"/>
                <w:szCs w:val="24"/>
              </w:rPr>
              <w:t>– jurysdykcja krajowa, właściwość sądów w sprawach cywilnych, skład organów sądowych, wyłączenie osób wchodzących w skład organów sądowych. Prokurator, organizacje pozarządowe, inne podmioty biorące udział w postępowaniu.</w:t>
            </w:r>
          </w:p>
        </w:tc>
      </w:tr>
      <w:tr w:rsidR="00C21D4A" w:rsidRPr="009C54AE" w14:paraId="78C6048E" w14:textId="77777777" w:rsidTr="00B1489E">
        <w:tc>
          <w:tcPr>
            <w:tcW w:w="9520" w:type="dxa"/>
          </w:tcPr>
          <w:p w14:paraId="723F12ED" w14:textId="2FA087B7" w:rsidR="00C21D4A" w:rsidRPr="009C54AE" w:rsidRDefault="00C21D4A" w:rsidP="00C50A74">
            <w:pPr>
              <w:pStyle w:val="Akapitzlist"/>
              <w:spacing w:after="0" w:line="240" w:lineRule="auto"/>
              <w:ind w:left="59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50A74">
              <w:rPr>
                <w:rFonts w:ascii="Corbel" w:hAnsi="Corbel"/>
                <w:sz w:val="24"/>
                <w:szCs w:val="24"/>
              </w:rPr>
              <w:t>Strony i uczestnicy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. Strony w procesie (zdolność sądowa, procesowa, </w:t>
            </w:r>
            <w:proofErr w:type="spellStart"/>
            <w:r w:rsidRPr="000074D5">
              <w:rPr>
                <w:rFonts w:ascii="Corbel" w:hAnsi="Corbel"/>
                <w:sz w:val="24"/>
                <w:szCs w:val="24"/>
              </w:rPr>
              <w:t>postulacyjna</w:t>
            </w:r>
            <w:proofErr w:type="spellEnd"/>
            <w:r w:rsidRPr="000074D5">
              <w:rPr>
                <w:rFonts w:ascii="Corbel" w:hAnsi="Corbel"/>
                <w:sz w:val="24"/>
                <w:szCs w:val="24"/>
              </w:rPr>
              <w:t xml:space="preserve">, legitymacja procesowa), współuczestnictwo w sporze, </w:t>
            </w:r>
            <w:r w:rsidR="00C50A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interwencja główna. </w:t>
            </w:r>
            <w:r w:rsidRPr="00C50A74">
              <w:rPr>
                <w:rFonts w:ascii="Corbel" w:hAnsi="Corbel"/>
                <w:sz w:val="24"/>
                <w:szCs w:val="24"/>
              </w:rPr>
              <w:t>Udział osób trzecich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– interwencja uboczna i</w:t>
            </w:r>
            <w:r w:rsidR="00C50A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D5">
              <w:rPr>
                <w:rFonts w:ascii="Corbel" w:hAnsi="Corbel"/>
                <w:sz w:val="24"/>
                <w:szCs w:val="24"/>
              </w:rPr>
              <w:t>przypozwanie.</w:t>
            </w:r>
          </w:p>
        </w:tc>
      </w:tr>
      <w:tr w:rsidR="00C21D4A" w:rsidRPr="009C54AE" w14:paraId="0E98BA7E" w14:textId="77777777" w:rsidTr="00B1489E">
        <w:tc>
          <w:tcPr>
            <w:tcW w:w="9520" w:type="dxa"/>
          </w:tcPr>
          <w:p w14:paraId="5FA9C288" w14:textId="243DDDB0" w:rsidR="00C21D4A" w:rsidRPr="000074D5" w:rsidRDefault="00C21D4A" w:rsidP="00C50A74">
            <w:pPr>
              <w:shd w:val="clear" w:color="auto" w:fill="FFFFFF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Przedmiot postępowania cywilnego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Powództwo i jego rodzaje, przedmiot postępowania nieprocesowego. </w:t>
            </w:r>
            <w:r w:rsidR="00C50A74">
              <w:rPr>
                <w:rFonts w:ascii="Corbel" w:hAnsi="Corbel"/>
                <w:sz w:val="24"/>
                <w:szCs w:val="24"/>
              </w:rPr>
              <w:br/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>Czynności procesowe</w:t>
            </w:r>
            <w:r w:rsidRPr="000074D5">
              <w:rPr>
                <w:rFonts w:ascii="Corbel" w:hAnsi="Corbel"/>
                <w:sz w:val="24"/>
                <w:szCs w:val="24"/>
              </w:rPr>
              <w:t>: Pojęcie i rodzaje czynności procesowych, pisma procesowe, doręczenia. posiedzenia sądowe, terminy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</w:p>
        </w:tc>
      </w:tr>
      <w:tr w:rsidR="00C21D4A" w:rsidRPr="009C54AE" w14:paraId="7B4783F5" w14:textId="77777777" w:rsidTr="00B1489E">
        <w:tc>
          <w:tcPr>
            <w:tcW w:w="9520" w:type="dxa"/>
          </w:tcPr>
          <w:p w14:paraId="2A8CEC07" w14:textId="77777777" w:rsidR="00C21D4A" w:rsidRPr="00AC6B73" w:rsidRDefault="00C21D4A" w:rsidP="00C50A7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przed sądem I instancji: </w:t>
            </w:r>
            <w:r w:rsidRPr="000074D5">
              <w:rPr>
                <w:rFonts w:ascii="Corbel" w:hAnsi="Corbel"/>
                <w:sz w:val="24"/>
                <w:szCs w:val="24"/>
              </w:rPr>
              <w:t>Wszczęcie procesu, pojęcie i warunki pozwu, kumulacja i rozdrabnianie roszczeń, zmiana powództwa, cofnięcie pozwu, odrzucenie pozwu. Organizacja postępowania. Ro</w:t>
            </w:r>
            <w:r>
              <w:rPr>
                <w:rFonts w:ascii="Corbel" w:hAnsi="Corbel"/>
                <w:sz w:val="24"/>
                <w:szCs w:val="24"/>
              </w:rPr>
              <w:t>zprawa.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Zawieszenie i umorzenie postępowania.</w:t>
            </w:r>
          </w:p>
        </w:tc>
      </w:tr>
      <w:tr w:rsidR="00C21D4A" w:rsidRPr="009C54AE" w14:paraId="31677636" w14:textId="77777777" w:rsidTr="00B1489E">
        <w:tc>
          <w:tcPr>
            <w:tcW w:w="9520" w:type="dxa"/>
          </w:tcPr>
          <w:p w14:paraId="019E4FC9" w14:textId="77777777" w:rsidR="00C21D4A" w:rsidRPr="00AC6B73" w:rsidRDefault="00C21D4A" w:rsidP="00C50A7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Dowody: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postępowanie dowodowe, środki dowodowe – dowód z dokumentów, dowód z zeznań świadków, dowód z opinii biegłego, dowód z oględzin, dowód z przesłuchania stron, inne środki dowodowe.</w:t>
            </w:r>
          </w:p>
        </w:tc>
      </w:tr>
    </w:tbl>
    <w:p w14:paraId="56BDD294" w14:textId="77777777" w:rsidR="00C50A74" w:rsidRDefault="00C50A74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21D4A" w:rsidRPr="009C54AE" w14:paraId="424FCA65" w14:textId="77777777" w:rsidTr="00B1489E">
        <w:tc>
          <w:tcPr>
            <w:tcW w:w="9520" w:type="dxa"/>
          </w:tcPr>
          <w:p w14:paraId="692EC531" w14:textId="39965168" w:rsidR="00C21D4A" w:rsidRPr="000074D5" w:rsidRDefault="00C21D4A" w:rsidP="00C50A7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Orzeczenia: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zasady orzekania, rodzaje wyroków, wydanie wyroku, wydanie postanowienia, rektyfikacja orzeczeń (sprostowanie, uzupełnienie i wykładnia), skutki prawne orzeczeń (prawomocność, wykonalność i</w:t>
            </w:r>
            <w:r w:rsidR="00C50A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D5">
              <w:rPr>
                <w:rFonts w:ascii="Corbel" w:hAnsi="Corbel"/>
                <w:sz w:val="24"/>
                <w:szCs w:val="24"/>
              </w:rPr>
              <w:t>skuteczność orzeczeń).</w:t>
            </w:r>
          </w:p>
        </w:tc>
      </w:tr>
      <w:tr w:rsidR="00C21D4A" w:rsidRPr="009C54AE" w14:paraId="4AFCB342" w14:textId="77777777" w:rsidTr="00B1489E">
        <w:tc>
          <w:tcPr>
            <w:tcW w:w="9520" w:type="dxa"/>
          </w:tcPr>
          <w:p w14:paraId="0A1461E8" w14:textId="77777777" w:rsidR="00C21D4A" w:rsidRPr="000074D5" w:rsidRDefault="00C21D4A" w:rsidP="00C50A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Zaskarżanie orzeczeń sądowych: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ogólne. Apelacja, zażalenie, inne środki zaskarżenia: skarga na orzeczenie referendarza sądowego, i in.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C21D4A" w:rsidRPr="009C54AE" w14:paraId="50EF6D61" w14:textId="77777777" w:rsidTr="00B1489E">
        <w:tc>
          <w:tcPr>
            <w:tcW w:w="9520" w:type="dxa"/>
          </w:tcPr>
          <w:p w14:paraId="5B75CABC" w14:textId="77777777" w:rsidR="00C21D4A" w:rsidRPr="000074D5" w:rsidRDefault="00C21D4A" w:rsidP="00C50A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Obalanie prawomocnych orzeczeń: </w:t>
            </w:r>
            <w:r w:rsidRPr="000074D5">
              <w:rPr>
                <w:rFonts w:ascii="Corbel" w:hAnsi="Corbel"/>
                <w:sz w:val="24"/>
                <w:szCs w:val="24"/>
              </w:rPr>
              <w:t>Skarga kasacyjna, wznowienie postępowania, skarga o stwierdzenie niezgodności z prawem prawomocnego orzeczenia.</w:t>
            </w:r>
          </w:p>
        </w:tc>
      </w:tr>
    </w:tbl>
    <w:p w14:paraId="5C229F1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3E054E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26F7A6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26F7A64">
        <w:rPr>
          <w:rFonts w:ascii="Corbel" w:hAnsi="Corbel"/>
          <w:sz w:val="24"/>
          <w:szCs w:val="24"/>
        </w:rPr>
        <w:t xml:space="preserve">, </w:t>
      </w:r>
      <w:r w:rsidRPr="526F7A64">
        <w:rPr>
          <w:rFonts w:ascii="Corbel" w:hAnsi="Corbel"/>
          <w:sz w:val="24"/>
          <w:szCs w:val="24"/>
        </w:rPr>
        <w:t xml:space="preserve">zajęć praktycznych </w:t>
      </w:r>
    </w:p>
    <w:p w14:paraId="68CCF983" w14:textId="77777777" w:rsidR="00C50A74" w:rsidRPr="009C54AE" w:rsidRDefault="00C50A74" w:rsidP="00C50A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E75E7" w:rsidRPr="009C54AE" w14:paraId="111F3CD1" w14:textId="77777777" w:rsidTr="526F7A64">
        <w:tc>
          <w:tcPr>
            <w:tcW w:w="9639" w:type="dxa"/>
          </w:tcPr>
          <w:p w14:paraId="7AC5CB90" w14:textId="77777777" w:rsidR="005E75E7" w:rsidRPr="009C54AE" w:rsidRDefault="005E75E7" w:rsidP="006F78E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5E7" w:rsidRPr="009C54AE" w14:paraId="463A3EA5" w14:textId="77777777" w:rsidTr="526F7A64">
        <w:tc>
          <w:tcPr>
            <w:tcW w:w="9639" w:type="dxa"/>
          </w:tcPr>
          <w:p w14:paraId="766CC7CF" w14:textId="5CA8010B" w:rsidR="005E75E7" w:rsidRPr="009C54AE" w:rsidRDefault="02D416AE" w:rsidP="006F78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26F7A6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7FEA625" w14:textId="77777777" w:rsidR="0085747A" w:rsidRDefault="0085747A" w:rsidP="00C50A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1CB055" w14:textId="4F9B5D22" w:rsidR="0085747A" w:rsidRPr="009C54AE" w:rsidRDefault="009F4610" w:rsidP="00C50A7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C50A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A580CD" w14:textId="77777777" w:rsidR="0085747A" w:rsidRPr="009C54AE" w:rsidRDefault="0085747A" w:rsidP="00C50A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4AFCBB" w14:textId="77777777" w:rsidR="00C21D4A" w:rsidRPr="000C6F12" w:rsidRDefault="00C21D4A" w:rsidP="00C50A74">
      <w:pPr>
        <w:spacing w:after="0" w:line="240" w:lineRule="auto"/>
        <w:ind w:left="851"/>
        <w:rPr>
          <w:rFonts w:ascii="Corbel" w:hAnsi="Corbel"/>
          <w:sz w:val="24"/>
          <w:szCs w:val="24"/>
        </w:rPr>
      </w:pPr>
      <w:r w:rsidRPr="526F7A64">
        <w:rPr>
          <w:rFonts w:ascii="Corbel" w:hAnsi="Corbel"/>
          <w:b/>
          <w:bCs/>
          <w:sz w:val="24"/>
          <w:szCs w:val="24"/>
        </w:rPr>
        <w:t xml:space="preserve">Wykład: </w:t>
      </w:r>
      <w:r w:rsidRPr="526F7A64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</w:t>
      </w:r>
      <w:r w:rsidRPr="526F7A64">
        <w:rPr>
          <w:rFonts w:ascii="Corbel" w:hAnsi="Corbel"/>
          <w:b/>
          <w:bCs/>
          <w:sz w:val="24"/>
          <w:szCs w:val="24"/>
        </w:rPr>
        <w:t xml:space="preserve">. </w:t>
      </w:r>
      <w:r w:rsidRPr="526F7A64"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14:paraId="1AC3DD2E" w14:textId="77777777" w:rsidR="00E960BB" w:rsidRDefault="00E960BB" w:rsidP="00C50A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08DCC4" w14:textId="77777777" w:rsidR="0085747A" w:rsidRPr="009C54AE" w:rsidRDefault="00C61DC5" w:rsidP="00C50A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0A27BD" w14:textId="77777777" w:rsidR="00923D7D" w:rsidRPr="009C54AE" w:rsidRDefault="00923D7D" w:rsidP="00C50A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A36403" w14:textId="137C863B" w:rsidR="0085747A" w:rsidRPr="009C54AE" w:rsidRDefault="0085747A" w:rsidP="00C50A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FC67F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140A593" w14:textId="77777777" w:rsidR="0085747A" w:rsidRPr="009C54AE" w:rsidRDefault="0085747A" w:rsidP="00C50A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90A910" w14:textId="77777777" w:rsidTr="00C05F44">
        <w:tc>
          <w:tcPr>
            <w:tcW w:w="1985" w:type="dxa"/>
            <w:vAlign w:val="center"/>
          </w:tcPr>
          <w:p w14:paraId="081CD41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50242F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2CFBCD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8B9BE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E7ED8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6A6C4D6" w14:textId="77777777" w:rsidTr="00C50A74">
        <w:trPr>
          <w:trHeight w:val="340"/>
        </w:trPr>
        <w:tc>
          <w:tcPr>
            <w:tcW w:w="1985" w:type="dxa"/>
            <w:vAlign w:val="center"/>
          </w:tcPr>
          <w:p w14:paraId="08B2B42A" w14:textId="5F283712" w:rsidR="0085747A" w:rsidRPr="00C50A74" w:rsidRDefault="00C50A74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0A7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4AB67192" w14:textId="3372FCD5" w:rsidR="0085747A" w:rsidRPr="009C54AE" w:rsidRDefault="00C50A74" w:rsidP="00C50A7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CD2D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pisemny </w:t>
            </w:r>
          </w:p>
        </w:tc>
        <w:tc>
          <w:tcPr>
            <w:tcW w:w="2126" w:type="dxa"/>
            <w:vAlign w:val="center"/>
          </w:tcPr>
          <w:p w14:paraId="542FBE5C" w14:textId="77777777" w:rsidR="0085747A" w:rsidRPr="009C54AE" w:rsidRDefault="005E75E7" w:rsidP="00C50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75940B2F" w14:textId="77777777" w:rsidTr="00C50A74">
        <w:trPr>
          <w:trHeight w:val="340"/>
        </w:trPr>
        <w:tc>
          <w:tcPr>
            <w:tcW w:w="1985" w:type="dxa"/>
            <w:vAlign w:val="center"/>
          </w:tcPr>
          <w:p w14:paraId="06DA116C" w14:textId="24D586C8" w:rsidR="0085747A" w:rsidRPr="00C50A74" w:rsidRDefault="00C50A74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0A7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76DB213E" w14:textId="77777777" w:rsidR="0085747A" w:rsidRPr="009C54AE" w:rsidRDefault="00333454" w:rsidP="00C50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vAlign w:val="center"/>
          </w:tcPr>
          <w:p w14:paraId="4F972C87" w14:textId="77777777" w:rsidR="0085747A" w:rsidRPr="009C54AE" w:rsidRDefault="005E75E7" w:rsidP="00C50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430" w:rsidRPr="009C54AE" w14:paraId="530DE8F1" w14:textId="77777777" w:rsidTr="00C50A74">
        <w:trPr>
          <w:trHeight w:val="340"/>
        </w:trPr>
        <w:tc>
          <w:tcPr>
            <w:tcW w:w="1985" w:type="dxa"/>
            <w:vAlign w:val="center"/>
          </w:tcPr>
          <w:p w14:paraId="4B7E099A" w14:textId="2EA066F2" w:rsidR="00A12430" w:rsidRPr="00C50A74" w:rsidRDefault="00C50A74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0A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3D4338C7" w14:textId="083AFFCC" w:rsidR="00A12430" w:rsidRPr="009C54AE" w:rsidRDefault="0030493D" w:rsidP="00C50A7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</w:t>
            </w:r>
          </w:p>
        </w:tc>
        <w:tc>
          <w:tcPr>
            <w:tcW w:w="2126" w:type="dxa"/>
            <w:vAlign w:val="center"/>
          </w:tcPr>
          <w:p w14:paraId="56E61058" w14:textId="77777777" w:rsidR="00A12430" w:rsidRPr="009C54AE" w:rsidRDefault="00A12430" w:rsidP="00C50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430" w:rsidRPr="009C54AE" w14:paraId="458F5A3B" w14:textId="77777777" w:rsidTr="00C50A74">
        <w:trPr>
          <w:trHeight w:val="340"/>
        </w:trPr>
        <w:tc>
          <w:tcPr>
            <w:tcW w:w="1985" w:type="dxa"/>
            <w:vAlign w:val="center"/>
          </w:tcPr>
          <w:p w14:paraId="57AE51BF" w14:textId="5A9A25E8" w:rsidR="00A12430" w:rsidRPr="00C50A74" w:rsidRDefault="00C50A74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0A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5582F150" w14:textId="7D6FA63E" w:rsidR="00A12430" w:rsidRPr="009C54AE" w:rsidRDefault="00CD2D80" w:rsidP="00C50A7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</w:t>
            </w:r>
          </w:p>
        </w:tc>
        <w:tc>
          <w:tcPr>
            <w:tcW w:w="2126" w:type="dxa"/>
            <w:vAlign w:val="center"/>
          </w:tcPr>
          <w:p w14:paraId="1B707D9B" w14:textId="77777777" w:rsidR="00A12430" w:rsidRPr="009C54AE" w:rsidRDefault="00A12430" w:rsidP="00C50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430" w:rsidRPr="009C54AE" w14:paraId="5CCBBAC5" w14:textId="77777777" w:rsidTr="00C50A74">
        <w:trPr>
          <w:trHeight w:val="340"/>
        </w:trPr>
        <w:tc>
          <w:tcPr>
            <w:tcW w:w="1985" w:type="dxa"/>
            <w:vAlign w:val="center"/>
          </w:tcPr>
          <w:p w14:paraId="278568BF" w14:textId="66AD26DF" w:rsidR="00A12430" w:rsidRPr="00C50A74" w:rsidRDefault="00C50A74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0A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44101CA9" w14:textId="77777777" w:rsidR="00A12430" w:rsidRPr="009C54AE" w:rsidRDefault="00A12430" w:rsidP="00C50A7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39285EDB" w14:textId="77777777" w:rsidR="00A12430" w:rsidRPr="009C54AE" w:rsidRDefault="00A12430" w:rsidP="00C50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430" w:rsidRPr="009C54AE" w14:paraId="01FC3B8A" w14:textId="77777777" w:rsidTr="00C50A74">
        <w:trPr>
          <w:trHeight w:val="340"/>
        </w:trPr>
        <w:tc>
          <w:tcPr>
            <w:tcW w:w="1985" w:type="dxa"/>
            <w:vAlign w:val="center"/>
          </w:tcPr>
          <w:p w14:paraId="0EC8EEC9" w14:textId="1BB920F1" w:rsidR="00A12430" w:rsidRPr="00C50A74" w:rsidRDefault="00C50A74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0A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14:paraId="4D7D58FB" w14:textId="77777777" w:rsidR="00A12430" w:rsidRPr="009C54AE" w:rsidRDefault="00A12430" w:rsidP="00C50A7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CCB655B" w14:textId="77777777" w:rsidR="00A12430" w:rsidRPr="009C54AE" w:rsidRDefault="00A12430" w:rsidP="00C50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430" w:rsidRPr="009C54AE" w14:paraId="2F38E6ED" w14:textId="77777777" w:rsidTr="00C50A74">
        <w:trPr>
          <w:trHeight w:val="340"/>
        </w:trPr>
        <w:tc>
          <w:tcPr>
            <w:tcW w:w="1985" w:type="dxa"/>
            <w:vAlign w:val="center"/>
          </w:tcPr>
          <w:p w14:paraId="4484CAB0" w14:textId="28316E8E" w:rsidR="00A12430" w:rsidRPr="00C50A74" w:rsidRDefault="00C50A74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0A7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14:paraId="3560AC90" w14:textId="6A02E568" w:rsidR="00A12430" w:rsidRPr="009C54AE" w:rsidRDefault="00CD2D80" w:rsidP="00C50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8C8ECFF" w14:textId="77777777" w:rsidR="00A12430" w:rsidRPr="009C54AE" w:rsidRDefault="005E75E7" w:rsidP="00C50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430" w:rsidRPr="009C54AE" w14:paraId="68014D8D" w14:textId="77777777" w:rsidTr="00C50A74">
        <w:trPr>
          <w:trHeight w:val="340"/>
        </w:trPr>
        <w:tc>
          <w:tcPr>
            <w:tcW w:w="1985" w:type="dxa"/>
            <w:vAlign w:val="center"/>
          </w:tcPr>
          <w:p w14:paraId="34FFE857" w14:textId="0B6B0F7C" w:rsidR="00A12430" w:rsidRPr="00C50A74" w:rsidRDefault="00C50A74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0A7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vAlign w:val="center"/>
          </w:tcPr>
          <w:p w14:paraId="58812E11" w14:textId="39C30119" w:rsidR="00A12430" w:rsidRPr="009C54AE" w:rsidRDefault="00CD2D80" w:rsidP="00C50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6ED1218F" w14:textId="77777777" w:rsidR="00A12430" w:rsidRPr="009C54AE" w:rsidRDefault="005E75E7" w:rsidP="00C50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430" w:rsidRPr="009C54AE" w14:paraId="01CD2BCA" w14:textId="77777777" w:rsidTr="00C50A74">
        <w:trPr>
          <w:trHeight w:val="340"/>
        </w:trPr>
        <w:tc>
          <w:tcPr>
            <w:tcW w:w="1985" w:type="dxa"/>
            <w:vAlign w:val="center"/>
          </w:tcPr>
          <w:p w14:paraId="15091BED" w14:textId="253DCFFB" w:rsidR="00A12430" w:rsidRPr="00C50A74" w:rsidRDefault="00C50A74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0A7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vAlign w:val="center"/>
          </w:tcPr>
          <w:p w14:paraId="198116B0" w14:textId="295619D7" w:rsidR="00A12430" w:rsidRPr="009C54AE" w:rsidRDefault="00CD2D80" w:rsidP="00C50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08500B46" w14:textId="77777777" w:rsidR="00A12430" w:rsidRPr="009C54AE" w:rsidRDefault="005E75E7" w:rsidP="00C50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430" w:rsidRPr="009C54AE" w14:paraId="6F02F61B" w14:textId="77777777" w:rsidTr="00C50A74">
        <w:trPr>
          <w:trHeight w:val="340"/>
        </w:trPr>
        <w:tc>
          <w:tcPr>
            <w:tcW w:w="1985" w:type="dxa"/>
            <w:vAlign w:val="center"/>
          </w:tcPr>
          <w:p w14:paraId="37159011" w14:textId="4F60920C" w:rsidR="00A12430" w:rsidRPr="00C50A74" w:rsidRDefault="00C50A74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0A7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vAlign w:val="center"/>
          </w:tcPr>
          <w:p w14:paraId="5144B20C" w14:textId="77777777" w:rsidR="00A12430" w:rsidRPr="009C54AE" w:rsidRDefault="00A12430" w:rsidP="00C50A7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36F46FB" w14:textId="77777777" w:rsidR="00A12430" w:rsidRPr="009C54AE" w:rsidRDefault="005E75E7" w:rsidP="00C50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430" w:rsidRPr="009C54AE" w14:paraId="63635682" w14:textId="77777777" w:rsidTr="00C50A74">
        <w:trPr>
          <w:trHeight w:val="340"/>
        </w:trPr>
        <w:tc>
          <w:tcPr>
            <w:tcW w:w="1985" w:type="dxa"/>
            <w:vAlign w:val="center"/>
          </w:tcPr>
          <w:p w14:paraId="5FA84B5D" w14:textId="46CFA33C" w:rsidR="00A12430" w:rsidRPr="00C50A74" w:rsidRDefault="00C50A74" w:rsidP="00C50A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0A74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  <w:vAlign w:val="center"/>
          </w:tcPr>
          <w:p w14:paraId="56601BCE" w14:textId="77777777" w:rsidR="00A12430" w:rsidRPr="009C54AE" w:rsidRDefault="00A12430" w:rsidP="00C50A7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01792B1" w14:textId="77777777" w:rsidR="00A12430" w:rsidRPr="009C54AE" w:rsidRDefault="005E75E7" w:rsidP="00C50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74FA9AA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F6227F" w14:textId="77777777" w:rsidR="00C50A74" w:rsidRDefault="00C50A7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4D0B17C9" w14:textId="61301A8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</w:t>
      </w:r>
      <w:r w:rsidR="0037042C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D9C59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2600D9" w14:textId="77777777" w:rsidTr="00923D7D">
        <w:tc>
          <w:tcPr>
            <w:tcW w:w="9670" w:type="dxa"/>
          </w:tcPr>
          <w:p w14:paraId="744A9F9E" w14:textId="77777777" w:rsidR="00CD2D80" w:rsidRDefault="00A12430" w:rsidP="0037042C">
            <w:pPr>
              <w:spacing w:before="6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B920BF">
              <w:rPr>
                <w:rFonts w:ascii="Corbel" w:eastAsia="Cambria" w:hAnsi="Corbel"/>
                <w:b/>
                <w:sz w:val="24"/>
                <w:szCs w:val="24"/>
              </w:rPr>
              <w:t>Wykład</w:t>
            </w:r>
            <w:r w:rsidRPr="000074D5">
              <w:rPr>
                <w:rFonts w:ascii="Corbel" w:eastAsia="Cambria" w:hAnsi="Corbel"/>
                <w:sz w:val="24"/>
                <w:szCs w:val="24"/>
              </w:rPr>
              <w:t xml:space="preserve"> –  </w:t>
            </w:r>
            <w:r w:rsidR="00CD2D80" w:rsidRPr="007F22D2">
              <w:rPr>
                <w:rFonts w:ascii="Corbel" w:eastAsia="Cambria" w:hAnsi="Corbel"/>
                <w:sz w:val="24"/>
                <w:szCs w:val="24"/>
              </w:rPr>
              <w:t>Egzamin odbywa się w formie pisemnej (praca pisemna w formie odpowiedzi (opisu) na trzy przedstawione pytania)</w:t>
            </w:r>
            <w:r w:rsidR="00CD2D80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CD2D80" w:rsidRPr="007F22D2">
              <w:rPr>
                <w:rFonts w:ascii="Corbel" w:eastAsia="Cambria" w:hAnsi="Corbel"/>
                <w:sz w:val="24"/>
                <w:szCs w:val="24"/>
              </w:rPr>
              <w:t>lub testowej (</w:t>
            </w:r>
            <w:r w:rsidR="00CD2D80">
              <w:rPr>
                <w:rFonts w:ascii="Corbel" w:eastAsia="Cambria" w:hAnsi="Corbel"/>
                <w:sz w:val="24"/>
                <w:szCs w:val="24"/>
              </w:rPr>
              <w:t>25</w:t>
            </w:r>
            <w:r w:rsidR="00CD2D80" w:rsidRPr="007F22D2">
              <w:rPr>
                <w:rFonts w:ascii="Corbel" w:eastAsia="Cambria" w:hAnsi="Corbel"/>
                <w:sz w:val="24"/>
                <w:szCs w:val="24"/>
              </w:rPr>
              <w:t xml:space="preserve"> pytań jednokrotnego wyboru).</w:t>
            </w:r>
            <w:r w:rsidR="00CD2D80">
              <w:rPr>
                <w:rFonts w:ascii="Corbel" w:eastAsia="Cambria" w:hAnsi="Corbel"/>
              </w:rPr>
              <w:t xml:space="preserve"> </w:t>
            </w:r>
            <w:r w:rsidR="00CD2D80" w:rsidRPr="007F22D2">
              <w:rPr>
                <w:rFonts w:ascii="Corbel" w:hAnsi="Corbel"/>
                <w:bCs/>
                <w:sz w:val="24"/>
                <w:szCs w:val="24"/>
              </w:rPr>
              <w:t xml:space="preserve">Do uzyskania oceny pozytywnej z pracy pisemnej konieczne jest udzielenie poprawnej odpowiedzi na więcej niż połowę </w:t>
            </w:r>
            <w:r w:rsidR="00CD2D80">
              <w:rPr>
                <w:rFonts w:ascii="Corbel" w:hAnsi="Corbel"/>
                <w:bCs/>
                <w:sz w:val="24"/>
                <w:szCs w:val="24"/>
              </w:rPr>
              <w:t xml:space="preserve">wskazanych </w:t>
            </w:r>
            <w:r w:rsidR="00CD2D80" w:rsidRPr="007F22D2">
              <w:rPr>
                <w:rFonts w:ascii="Corbel" w:hAnsi="Corbel"/>
                <w:bCs/>
                <w:sz w:val="24"/>
                <w:szCs w:val="24"/>
              </w:rPr>
              <w:t>pytań.</w:t>
            </w:r>
            <w:r w:rsidR="00CD2D80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24B16D09" w14:textId="3B70DFE8" w:rsidR="00CD2D80" w:rsidRDefault="00CD2D80" w:rsidP="0037042C">
            <w:pPr>
              <w:spacing w:before="60" w:after="0" w:line="240" w:lineRule="auto"/>
              <w:jc w:val="both"/>
              <w:rPr>
                <w:rFonts w:ascii="Corbel" w:eastAsia="Cambria" w:hAnsi="Corbel"/>
              </w:rPr>
            </w:pPr>
            <w:r w:rsidRPr="007F22D2">
              <w:rPr>
                <w:rFonts w:ascii="Corbel" w:eastAsia="Corbel" w:hAnsi="Corbel"/>
                <w:sz w:val="24"/>
                <w:szCs w:val="24"/>
              </w:rPr>
              <w:t>Skala ocen z uwzględnieniem punktacji</w:t>
            </w:r>
            <w:r>
              <w:rPr>
                <w:rFonts w:ascii="Corbel" w:eastAsia="Corbel" w:hAnsi="Corbel"/>
                <w:sz w:val="24"/>
                <w:szCs w:val="24"/>
              </w:rPr>
              <w:t xml:space="preserve"> w formie testowej: </w:t>
            </w:r>
            <w:proofErr w:type="spellStart"/>
            <w:r w:rsidRPr="007F22D2">
              <w:rPr>
                <w:rFonts w:ascii="Corbel" w:eastAsia="Corbel" w:hAnsi="Corbel"/>
                <w:sz w:val="24"/>
                <w:szCs w:val="24"/>
              </w:rPr>
              <w:t>bdb</w:t>
            </w:r>
            <w:proofErr w:type="spellEnd"/>
            <w:r w:rsidRPr="007F22D2">
              <w:rPr>
                <w:rFonts w:ascii="Corbel" w:eastAsia="Corbel" w:hAnsi="Corbel"/>
                <w:sz w:val="24"/>
                <w:szCs w:val="24"/>
              </w:rPr>
              <w:t xml:space="preserve"> – 25-24 pkt, plus </w:t>
            </w:r>
            <w:proofErr w:type="spellStart"/>
            <w:r w:rsidRPr="007F22D2">
              <w:rPr>
                <w:rFonts w:ascii="Corbel" w:eastAsia="Corbel" w:hAnsi="Corbel"/>
                <w:sz w:val="24"/>
                <w:szCs w:val="24"/>
              </w:rPr>
              <w:t>db</w:t>
            </w:r>
            <w:proofErr w:type="spellEnd"/>
            <w:r w:rsidRPr="007F22D2">
              <w:rPr>
                <w:rFonts w:ascii="Corbel" w:eastAsia="Corbel" w:hAnsi="Corbel"/>
                <w:sz w:val="24"/>
                <w:szCs w:val="24"/>
              </w:rPr>
              <w:t xml:space="preserve"> – 23-21 pkt, </w:t>
            </w:r>
            <w:proofErr w:type="spellStart"/>
            <w:r w:rsidRPr="007F22D2">
              <w:rPr>
                <w:rFonts w:ascii="Corbel" w:eastAsia="Corbel" w:hAnsi="Corbel"/>
                <w:sz w:val="24"/>
                <w:szCs w:val="24"/>
              </w:rPr>
              <w:t>db</w:t>
            </w:r>
            <w:proofErr w:type="spellEnd"/>
            <w:r w:rsidRPr="007F22D2">
              <w:rPr>
                <w:rFonts w:ascii="Corbel" w:eastAsia="Corbel" w:hAnsi="Corbel"/>
                <w:sz w:val="24"/>
                <w:szCs w:val="24"/>
              </w:rPr>
              <w:t xml:space="preserve"> – 20-18 pkt, plus </w:t>
            </w:r>
            <w:proofErr w:type="spellStart"/>
            <w:r w:rsidRPr="007F22D2">
              <w:rPr>
                <w:rFonts w:ascii="Corbel" w:eastAsia="Corbel" w:hAnsi="Corbel"/>
                <w:sz w:val="24"/>
                <w:szCs w:val="24"/>
              </w:rPr>
              <w:t>dst</w:t>
            </w:r>
            <w:proofErr w:type="spellEnd"/>
            <w:r w:rsidRPr="007F22D2">
              <w:rPr>
                <w:rFonts w:ascii="Corbel" w:eastAsia="Corbel" w:hAnsi="Corbel"/>
                <w:sz w:val="24"/>
                <w:szCs w:val="24"/>
              </w:rPr>
              <w:t xml:space="preserve"> – 17-15 pkt, </w:t>
            </w:r>
            <w:proofErr w:type="spellStart"/>
            <w:r w:rsidRPr="007F22D2">
              <w:rPr>
                <w:rFonts w:ascii="Corbel" w:eastAsia="Corbel" w:hAnsi="Corbel"/>
                <w:sz w:val="24"/>
                <w:szCs w:val="24"/>
              </w:rPr>
              <w:t>dst</w:t>
            </w:r>
            <w:proofErr w:type="spellEnd"/>
            <w:r w:rsidRPr="007F22D2">
              <w:rPr>
                <w:rFonts w:ascii="Corbel" w:eastAsia="Corbel" w:hAnsi="Corbel"/>
                <w:sz w:val="24"/>
                <w:szCs w:val="24"/>
              </w:rPr>
              <w:t xml:space="preserve"> – 14-13 pkt, poniżej 13 pkt – </w:t>
            </w:r>
            <w:proofErr w:type="spellStart"/>
            <w:r w:rsidRPr="007F22D2">
              <w:rPr>
                <w:rFonts w:ascii="Corbel" w:eastAsia="Corbel" w:hAnsi="Corbel"/>
                <w:sz w:val="24"/>
                <w:szCs w:val="24"/>
              </w:rPr>
              <w:t>ndst</w:t>
            </w:r>
            <w:proofErr w:type="spellEnd"/>
            <w:r>
              <w:rPr>
                <w:rFonts w:ascii="Corbel" w:eastAsia="Corbel" w:hAnsi="Corbel"/>
                <w:sz w:val="24"/>
                <w:szCs w:val="24"/>
              </w:rPr>
              <w:t>.</w:t>
            </w:r>
          </w:p>
          <w:p w14:paraId="7A157B3E" w14:textId="7D3CCC35" w:rsidR="0085747A" w:rsidRPr="00A12430" w:rsidRDefault="00CD2D80" w:rsidP="0037042C">
            <w:pPr>
              <w:spacing w:before="60"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08BAB4F">
              <w:rPr>
                <w:rFonts w:ascii="Corbel" w:eastAsia="Cambria" w:hAnsi="Corbel"/>
                <w:sz w:val="24"/>
                <w:szCs w:val="24"/>
              </w:rPr>
              <w:t xml:space="preserve">Na egzaminie przedterminowym – metoda ustna. Student otrzymuje </w:t>
            </w:r>
            <w:r>
              <w:rPr>
                <w:rFonts w:ascii="Corbel" w:eastAsia="Cambria" w:hAnsi="Corbel"/>
                <w:sz w:val="24"/>
                <w:szCs w:val="24"/>
              </w:rPr>
              <w:t>3</w:t>
            </w:r>
            <w:r w:rsidRPr="108BAB4F">
              <w:rPr>
                <w:rFonts w:ascii="Corbel" w:eastAsia="Cambria" w:hAnsi="Corbel"/>
                <w:sz w:val="24"/>
                <w:szCs w:val="24"/>
              </w:rPr>
              <w:t xml:space="preserve"> pyta</w:t>
            </w:r>
            <w:r>
              <w:rPr>
                <w:rFonts w:ascii="Corbel" w:eastAsia="Cambria" w:hAnsi="Corbel"/>
                <w:sz w:val="24"/>
                <w:szCs w:val="24"/>
              </w:rPr>
              <w:t>nia</w:t>
            </w:r>
            <w:r w:rsidRPr="108BAB4F">
              <w:rPr>
                <w:rFonts w:ascii="Corbel" w:eastAsia="Cambria" w:hAnsi="Corbel"/>
                <w:sz w:val="24"/>
                <w:szCs w:val="24"/>
              </w:rPr>
              <w:t xml:space="preserve"> problemow</w:t>
            </w:r>
            <w:r>
              <w:rPr>
                <w:rFonts w:ascii="Corbel" w:eastAsia="Cambria" w:hAnsi="Corbel"/>
                <w:sz w:val="24"/>
                <w:szCs w:val="24"/>
              </w:rPr>
              <w:t>e.</w:t>
            </w:r>
            <w:r w:rsidRPr="007F22D2">
              <w:rPr>
                <w:rFonts w:ascii="Corbel" w:hAnsi="Corbel"/>
                <w:bCs/>
                <w:sz w:val="24"/>
                <w:szCs w:val="24"/>
              </w:rPr>
              <w:t xml:space="preserve"> Do uzyskania oceny pozytywnej konieczne jest udzielenie poprawnej odpowiedzi na więcej niż połowę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wskazanych </w:t>
            </w:r>
            <w:r w:rsidRPr="007F22D2">
              <w:rPr>
                <w:rFonts w:ascii="Corbel" w:hAnsi="Corbel"/>
                <w:bCs/>
                <w:sz w:val="24"/>
                <w:szCs w:val="24"/>
              </w:rPr>
              <w:t>pytań.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</w:tbl>
    <w:p w14:paraId="3DFB45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A5E99B" w14:textId="77777777" w:rsidR="009F4610" w:rsidRPr="009C54AE" w:rsidRDefault="0085747A" w:rsidP="00C50A74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FFE2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458F8391" w14:textId="77777777" w:rsidTr="00C50A74">
        <w:tc>
          <w:tcPr>
            <w:tcW w:w="5132" w:type="dxa"/>
            <w:vAlign w:val="center"/>
          </w:tcPr>
          <w:p w14:paraId="31A730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760C010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E5A5F47" w14:textId="77777777" w:rsidTr="00C50A74">
        <w:tc>
          <w:tcPr>
            <w:tcW w:w="5132" w:type="dxa"/>
          </w:tcPr>
          <w:p w14:paraId="2DB723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65D6C697" w14:textId="77777777" w:rsidR="00A12430" w:rsidRPr="000074D5" w:rsidRDefault="00A12430" w:rsidP="00A1243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Wykład – </w:t>
            </w:r>
            <w:r w:rsidR="005E75E7">
              <w:rPr>
                <w:rFonts w:ascii="Corbel" w:hAnsi="Corbel"/>
                <w:sz w:val="24"/>
                <w:szCs w:val="24"/>
              </w:rPr>
              <w:t>20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B8D7F52" w14:textId="77777777" w:rsidR="0085747A" w:rsidRPr="009C54AE" w:rsidRDefault="0085747A" w:rsidP="00A12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023A4A5F" w14:textId="77777777" w:rsidTr="00C50A74">
        <w:tc>
          <w:tcPr>
            <w:tcW w:w="5132" w:type="dxa"/>
          </w:tcPr>
          <w:p w14:paraId="6C0615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77F46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54E75766" w14:textId="77777777" w:rsidR="00A12430" w:rsidRDefault="00A12430" w:rsidP="00A1243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– 3 godz.</w:t>
            </w:r>
          </w:p>
          <w:p w14:paraId="4A10D14D" w14:textId="77777777" w:rsidR="00C61DC5" w:rsidRPr="009C54AE" w:rsidRDefault="00A12430" w:rsidP="00A12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– 2 godz.</w:t>
            </w:r>
          </w:p>
        </w:tc>
      </w:tr>
      <w:tr w:rsidR="00C61DC5" w:rsidRPr="009C54AE" w14:paraId="6A2AE7EA" w14:textId="77777777" w:rsidTr="00C50A74">
        <w:tc>
          <w:tcPr>
            <w:tcW w:w="5132" w:type="dxa"/>
          </w:tcPr>
          <w:p w14:paraId="1143D85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2CFFD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3040753B" w14:textId="77777777" w:rsidR="00A12430" w:rsidRDefault="00A12430" w:rsidP="00A1243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- </w:t>
            </w:r>
            <w:r w:rsidR="005E75E7">
              <w:rPr>
                <w:rFonts w:ascii="Corbel" w:hAnsi="Corbel"/>
                <w:sz w:val="24"/>
                <w:szCs w:val="24"/>
              </w:rPr>
              <w:t>30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33DE1726" w14:textId="77777777" w:rsidR="00C61DC5" w:rsidRPr="009C54AE" w:rsidRDefault="00A12430" w:rsidP="005E75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 w:rsidR="005E75E7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85747A" w:rsidRPr="009C54AE" w14:paraId="7B44F844" w14:textId="77777777" w:rsidTr="00C50A74">
        <w:tc>
          <w:tcPr>
            <w:tcW w:w="5132" w:type="dxa"/>
          </w:tcPr>
          <w:p w14:paraId="0B0FF7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7E937D90" w14:textId="77777777" w:rsidR="0085747A" w:rsidRPr="009C54AE" w:rsidRDefault="00A124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FCCAABF" w14:textId="77777777" w:rsidTr="0037042C">
        <w:trPr>
          <w:trHeight w:val="323"/>
        </w:trPr>
        <w:tc>
          <w:tcPr>
            <w:tcW w:w="5132" w:type="dxa"/>
          </w:tcPr>
          <w:p w14:paraId="1FF54B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067F91E" w14:textId="77777777" w:rsidR="0085747A" w:rsidRPr="009C54AE" w:rsidRDefault="00A124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9BF39B9" w14:textId="77777777" w:rsidR="0085747A" w:rsidRPr="009C54AE" w:rsidRDefault="00923D7D" w:rsidP="00C50A74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816745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999C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40C2F6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9C54AE" w14:paraId="5C639C8F" w14:textId="77777777" w:rsidTr="00C50A74">
        <w:trPr>
          <w:trHeight w:val="397"/>
        </w:trPr>
        <w:tc>
          <w:tcPr>
            <w:tcW w:w="3998" w:type="dxa"/>
          </w:tcPr>
          <w:p w14:paraId="4283FF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5CEBC7FA" w14:textId="428D92CC" w:rsidR="0085747A" w:rsidRPr="009C54AE" w:rsidRDefault="0A70F452" w:rsidP="526F7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26F7A6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  <w:r w:rsidR="5C30FBA7" w:rsidRPr="526F7A6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  <w:tr w:rsidR="0085747A" w:rsidRPr="009C54AE" w14:paraId="559A1068" w14:textId="77777777" w:rsidTr="00C50A74">
        <w:trPr>
          <w:trHeight w:val="397"/>
        </w:trPr>
        <w:tc>
          <w:tcPr>
            <w:tcW w:w="3998" w:type="dxa"/>
          </w:tcPr>
          <w:p w14:paraId="7479F2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05598042" w14:textId="77777777" w:rsidR="0085747A" w:rsidRPr="009C54AE" w:rsidRDefault="00A124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2745AF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D2B93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318DDC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A12430" w:rsidRPr="000074D5" w14:paraId="508CC022" w14:textId="77777777" w:rsidTr="0037042C">
        <w:tc>
          <w:tcPr>
            <w:tcW w:w="8647" w:type="dxa"/>
          </w:tcPr>
          <w:p w14:paraId="1C020BB8" w14:textId="77777777" w:rsidR="00A12430" w:rsidRPr="00751A95" w:rsidRDefault="00A12430" w:rsidP="0037042C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895E3ED" w14:textId="3D1E3F44" w:rsidR="00A12430" w:rsidRPr="00E828AF" w:rsidRDefault="00A12430" w:rsidP="0037042C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before="60" w:after="0" w:line="240" w:lineRule="auto"/>
              <w:ind w:left="339" w:hanging="283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M. Rzewuski (red.), Postępowanie cywilne, Warszawa 202</w:t>
            </w:r>
            <w:r w:rsidR="00B1489E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5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1955D10B" w14:textId="4D7298AE" w:rsidR="00A12430" w:rsidRPr="00F67B61" w:rsidRDefault="00F67B61" w:rsidP="0037042C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9" w:hanging="283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K. Czajkowska – </w:t>
            </w:r>
            <w:proofErr w:type="spellStart"/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Matosiuk</w:t>
            </w:r>
            <w:proofErr w:type="spellEnd"/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F67B61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Postępowanie cywilne. Objaśnienia, </w:t>
            </w:r>
            <w:r w:rsidR="0037042C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br/>
            </w:r>
            <w:r w:rsidRPr="00F67B61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pytania i odpowiedzi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, Warszawa 2024, </w:t>
            </w:r>
          </w:p>
          <w:p w14:paraId="1567F773" w14:textId="5B758270" w:rsidR="00A12430" w:rsidRPr="00E828AF" w:rsidRDefault="00F67B61" w:rsidP="0037042C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ind w:left="341" w:hanging="284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>M. Białecki i inni, Postępowanie cywilne. Vademecum, Warszawa 2023</w:t>
            </w:r>
          </w:p>
        </w:tc>
      </w:tr>
      <w:tr w:rsidR="00A12430" w:rsidRPr="000074D5" w14:paraId="143BFA99" w14:textId="77777777" w:rsidTr="0037042C">
        <w:tc>
          <w:tcPr>
            <w:tcW w:w="8647" w:type="dxa"/>
          </w:tcPr>
          <w:p w14:paraId="42B3AB86" w14:textId="77777777" w:rsidR="00A12430" w:rsidRPr="00751A95" w:rsidRDefault="00A12430" w:rsidP="0037042C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08DD213" w14:textId="77777777" w:rsidR="00A12430" w:rsidRPr="00884920" w:rsidRDefault="00A12430" w:rsidP="0037042C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before="60" w:after="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K. Flaga – </w:t>
            </w:r>
            <w:proofErr w:type="spellStart"/>
            <w:r w:rsidRPr="00884920">
              <w:rPr>
                <w:rFonts w:ascii="Corbel" w:eastAsia="Cambria" w:hAnsi="Corbel"/>
                <w:sz w:val="24"/>
                <w:szCs w:val="24"/>
              </w:rPr>
              <w:t>Gieruszyńska</w:t>
            </w:r>
            <w:proofErr w:type="spellEnd"/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 (red.) </w:t>
            </w:r>
            <w:r w:rsidRPr="00884920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 xml:space="preserve">Wzory pism procesowych w sprawach cywilnych i rejestrowych z objaśnieniami, </w:t>
            </w:r>
            <w:r w:rsidRPr="00884920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2020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</w:t>
            </w:r>
          </w:p>
          <w:p w14:paraId="43D66DB8" w14:textId="104D81B5" w:rsidR="00A12430" w:rsidRPr="00E828AF" w:rsidRDefault="00A12430" w:rsidP="0037042C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ind w:left="341" w:hanging="284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H. </w:t>
            </w:r>
            <w:proofErr w:type="spellStart"/>
            <w:r w:rsidRPr="00884920">
              <w:rPr>
                <w:rFonts w:ascii="Corbel" w:eastAsia="Cambria" w:hAnsi="Corbel"/>
                <w:sz w:val="24"/>
                <w:szCs w:val="24"/>
              </w:rPr>
              <w:t>Pietrzkowski</w:t>
            </w:r>
            <w:proofErr w:type="spellEnd"/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884920">
              <w:rPr>
                <w:rFonts w:ascii="Corbel" w:eastAsia="Cambria" w:hAnsi="Corbel"/>
                <w:i/>
                <w:sz w:val="24"/>
                <w:szCs w:val="24"/>
              </w:rPr>
              <w:t>Metodyka pracy sędziego w sprawach cywilnych</w:t>
            </w:r>
            <w:r w:rsidRPr="00884920">
              <w:rPr>
                <w:rFonts w:ascii="Corbel" w:eastAsia="Cambria" w:hAnsi="Corbel"/>
                <w:sz w:val="24"/>
                <w:szCs w:val="24"/>
              </w:rPr>
              <w:t>, Warszawa 2021,</w:t>
            </w:r>
          </w:p>
        </w:tc>
      </w:tr>
    </w:tbl>
    <w:p w14:paraId="19BC3FC6" w14:textId="77777777" w:rsidR="0037042C" w:rsidRDefault="0037042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8B203" w14:textId="0D769845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7042C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CB377" w14:textId="77777777" w:rsidR="005D0AA7" w:rsidRDefault="005D0AA7" w:rsidP="00C16ABF">
      <w:pPr>
        <w:spacing w:after="0" w:line="240" w:lineRule="auto"/>
      </w:pPr>
      <w:r>
        <w:separator/>
      </w:r>
    </w:p>
  </w:endnote>
  <w:endnote w:type="continuationSeparator" w:id="0">
    <w:p w14:paraId="1CCF45DA" w14:textId="77777777" w:rsidR="005D0AA7" w:rsidRDefault="005D0A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FFC08" w14:textId="77777777" w:rsidR="005D0AA7" w:rsidRDefault="005D0AA7" w:rsidP="00C16ABF">
      <w:pPr>
        <w:spacing w:after="0" w:line="240" w:lineRule="auto"/>
      </w:pPr>
      <w:r>
        <w:separator/>
      </w:r>
    </w:p>
  </w:footnote>
  <w:footnote w:type="continuationSeparator" w:id="0">
    <w:p w14:paraId="6C8E2678" w14:textId="77777777" w:rsidR="005D0AA7" w:rsidRDefault="005D0AA7" w:rsidP="00C16ABF">
      <w:pPr>
        <w:spacing w:after="0" w:line="240" w:lineRule="auto"/>
      </w:pPr>
      <w:r>
        <w:continuationSeparator/>
      </w:r>
    </w:p>
  </w:footnote>
  <w:footnote w:id="1">
    <w:p w14:paraId="422EF47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1B526072"/>
    <w:multiLevelType w:val="hybridMultilevel"/>
    <w:tmpl w:val="6C56C0D0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80987223">
    <w:abstractNumId w:val="2"/>
  </w:num>
  <w:num w:numId="2" w16cid:durableId="448663904">
    <w:abstractNumId w:val="0"/>
  </w:num>
  <w:num w:numId="3" w16cid:durableId="188994904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5C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C4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872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4DE6"/>
    <w:rsid w:val="00210064"/>
    <w:rsid w:val="002144C0"/>
    <w:rsid w:val="0022477D"/>
    <w:rsid w:val="002278A9"/>
    <w:rsid w:val="002336F9"/>
    <w:rsid w:val="0024028F"/>
    <w:rsid w:val="00244ABC"/>
    <w:rsid w:val="00271AF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93D"/>
    <w:rsid w:val="00305C92"/>
    <w:rsid w:val="003151C5"/>
    <w:rsid w:val="00323D2D"/>
    <w:rsid w:val="00326FE7"/>
    <w:rsid w:val="00333454"/>
    <w:rsid w:val="003343CF"/>
    <w:rsid w:val="0034667A"/>
    <w:rsid w:val="00346FE9"/>
    <w:rsid w:val="0034759A"/>
    <w:rsid w:val="003503F6"/>
    <w:rsid w:val="003530DD"/>
    <w:rsid w:val="00363F78"/>
    <w:rsid w:val="0037042C"/>
    <w:rsid w:val="00393D84"/>
    <w:rsid w:val="003A0A5B"/>
    <w:rsid w:val="003A1176"/>
    <w:rsid w:val="003A69C4"/>
    <w:rsid w:val="003B4602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70EC"/>
    <w:rsid w:val="0042244A"/>
    <w:rsid w:val="00425618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FBB"/>
    <w:rsid w:val="0047598D"/>
    <w:rsid w:val="004840FD"/>
    <w:rsid w:val="00490F7D"/>
    <w:rsid w:val="00491678"/>
    <w:rsid w:val="00492DB3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8A4"/>
    <w:rsid w:val="00543ACC"/>
    <w:rsid w:val="0056696D"/>
    <w:rsid w:val="0059484D"/>
    <w:rsid w:val="005A0855"/>
    <w:rsid w:val="005A133C"/>
    <w:rsid w:val="005A3196"/>
    <w:rsid w:val="005A69B6"/>
    <w:rsid w:val="005C080F"/>
    <w:rsid w:val="005C277D"/>
    <w:rsid w:val="005C55E5"/>
    <w:rsid w:val="005C696A"/>
    <w:rsid w:val="005D0AA7"/>
    <w:rsid w:val="005E6E85"/>
    <w:rsid w:val="005E75E7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193"/>
    <w:rsid w:val="00675843"/>
    <w:rsid w:val="00675CDA"/>
    <w:rsid w:val="00696477"/>
    <w:rsid w:val="006A2F60"/>
    <w:rsid w:val="006D050F"/>
    <w:rsid w:val="006D6139"/>
    <w:rsid w:val="006E5D65"/>
    <w:rsid w:val="006E67B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6D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3E8"/>
    <w:rsid w:val="007D6E56"/>
    <w:rsid w:val="007F4155"/>
    <w:rsid w:val="0081554D"/>
    <w:rsid w:val="0081707E"/>
    <w:rsid w:val="008449B3"/>
    <w:rsid w:val="008552A2"/>
    <w:rsid w:val="0085571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7CB"/>
    <w:rsid w:val="009866F4"/>
    <w:rsid w:val="00997F14"/>
    <w:rsid w:val="009A78D9"/>
    <w:rsid w:val="009C3E31"/>
    <w:rsid w:val="009C54AE"/>
    <w:rsid w:val="009C788E"/>
    <w:rsid w:val="009D3F3B"/>
    <w:rsid w:val="009E0543"/>
    <w:rsid w:val="009E3B41"/>
    <w:rsid w:val="009E5FB2"/>
    <w:rsid w:val="009F23CE"/>
    <w:rsid w:val="009F3C5C"/>
    <w:rsid w:val="009F4610"/>
    <w:rsid w:val="00A00ECC"/>
    <w:rsid w:val="00A1243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EDB"/>
    <w:rsid w:val="00A84C85"/>
    <w:rsid w:val="00A97DE1"/>
    <w:rsid w:val="00AB053C"/>
    <w:rsid w:val="00AC2383"/>
    <w:rsid w:val="00AD1146"/>
    <w:rsid w:val="00AD1D83"/>
    <w:rsid w:val="00AD27D3"/>
    <w:rsid w:val="00AD66D6"/>
    <w:rsid w:val="00AE1160"/>
    <w:rsid w:val="00AE203C"/>
    <w:rsid w:val="00AE2E74"/>
    <w:rsid w:val="00AE5C9D"/>
    <w:rsid w:val="00AE5D20"/>
    <w:rsid w:val="00AE5FCB"/>
    <w:rsid w:val="00AF2C1E"/>
    <w:rsid w:val="00B06142"/>
    <w:rsid w:val="00B135B1"/>
    <w:rsid w:val="00B1489E"/>
    <w:rsid w:val="00B158D5"/>
    <w:rsid w:val="00B3130B"/>
    <w:rsid w:val="00B40ADB"/>
    <w:rsid w:val="00B43B77"/>
    <w:rsid w:val="00B43E80"/>
    <w:rsid w:val="00B607DB"/>
    <w:rsid w:val="00B62ED5"/>
    <w:rsid w:val="00B66529"/>
    <w:rsid w:val="00B75946"/>
    <w:rsid w:val="00B8056E"/>
    <w:rsid w:val="00B819C8"/>
    <w:rsid w:val="00B82308"/>
    <w:rsid w:val="00B90885"/>
    <w:rsid w:val="00BB520A"/>
    <w:rsid w:val="00BC6DCE"/>
    <w:rsid w:val="00BD3869"/>
    <w:rsid w:val="00BD66E9"/>
    <w:rsid w:val="00BD6FF4"/>
    <w:rsid w:val="00BE5B8A"/>
    <w:rsid w:val="00BF2C41"/>
    <w:rsid w:val="00C058B4"/>
    <w:rsid w:val="00C05F44"/>
    <w:rsid w:val="00C131B5"/>
    <w:rsid w:val="00C16ABF"/>
    <w:rsid w:val="00C170AE"/>
    <w:rsid w:val="00C21D4A"/>
    <w:rsid w:val="00C26CB7"/>
    <w:rsid w:val="00C324C1"/>
    <w:rsid w:val="00C36992"/>
    <w:rsid w:val="00C50A74"/>
    <w:rsid w:val="00C5558A"/>
    <w:rsid w:val="00C56036"/>
    <w:rsid w:val="00C61DC5"/>
    <w:rsid w:val="00C67E92"/>
    <w:rsid w:val="00C70A26"/>
    <w:rsid w:val="00C766DF"/>
    <w:rsid w:val="00C83D85"/>
    <w:rsid w:val="00C94B98"/>
    <w:rsid w:val="00CA2B96"/>
    <w:rsid w:val="00CA5089"/>
    <w:rsid w:val="00CA56E5"/>
    <w:rsid w:val="00CB3BBB"/>
    <w:rsid w:val="00CD2D80"/>
    <w:rsid w:val="00CD486F"/>
    <w:rsid w:val="00CD6897"/>
    <w:rsid w:val="00CE5BAC"/>
    <w:rsid w:val="00CF25BE"/>
    <w:rsid w:val="00CF78A4"/>
    <w:rsid w:val="00CF78ED"/>
    <w:rsid w:val="00D02B25"/>
    <w:rsid w:val="00D02EBA"/>
    <w:rsid w:val="00D17C3C"/>
    <w:rsid w:val="00D26B2C"/>
    <w:rsid w:val="00D352C9"/>
    <w:rsid w:val="00D425B2"/>
    <w:rsid w:val="00D428D6"/>
    <w:rsid w:val="00D51253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E42"/>
    <w:rsid w:val="00E51E44"/>
    <w:rsid w:val="00E63348"/>
    <w:rsid w:val="00E742AA"/>
    <w:rsid w:val="00E77E88"/>
    <w:rsid w:val="00E8107D"/>
    <w:rsid w:val="00E828A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046"/>
    <w:rsid w:val="00F526AF"/>
    <w:rsid w:val="00F578D7"/>
    <w:rsid w:val="00F617C3"/>
    <w:rsid w:val="00F67B61"/>
    <w:rsid w:val="00F7066B"/>
    <w:rsid w:val="00F83B28"/>
    <w:rsid w:val="00F974DA"/>
    <w:rsid w:val="00FA46E5"/>
    <w:rsid w:val="00FB7DBA"/>
    <w:rsid w:val="00FC0D65"/>
    <w:rsid w:val="00FC1C25"/>
    <w:rsid w:val="00FC3F45"/>
    <w:rsid w:val="00FC67F7"/>
    <w:rsid w:val="00FC7891"/>
    <w:rsid w:val="00FD503F"/>
    <w:rsid w:val="00FD7589"/>
    <w:rsid w:val="00FF016A"/>
    <w:rsid w:val="00FF1401"/>
    <w:rsid w:val="00FF5E7D"/>
    <w:rsid w:val="029103AC"/>
    <w:rsid w:val="02D416AE"/>
    <w:rsid w:val="08146FC3"/>
    <w:rsid w:val="0A70F452"/>
    <w:rsid w:val="1210D49F"/>
    <w:rsid w:val="1D054E22"/>
    <w:rsid w:val="37462888"/>
    <w:rsid w:val="526F7A64"/>
    <w:rsid w:val="5C30FBA7"/>
    <w:rsid w:val="61C24097"/>
    <w:rsid w:val="6238F71A"/>
    <w:rsid w:val="7A1E8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2971"/>
  <w15:docId w15:val="{0E9A5889-FFCD-43FC-BDC7-AF39FFA7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19B29-0ACF-4FE0-9DD9-00432605C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1389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12</cp:revision>
  <cp:lastPrinted>2025-10-30T11:37:00Z</cp:lastPrinted>
  <dcterms:created xsi:type="dcterms:W3CDTF">2025-09-23T20:56:00Z</dcterms:created>
  <dcterms:modified xsi:type="dcterms:W3CDTF">2025-11-21T09:25:00Z</dcterms:modified>
</cp:coreProperties>
</file>